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518A6" w:rsidRDefault="009063CB">
      <w:pPr>
        <w:rPr>
          <w:noProof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43530" type="#_x0000_t202" style="position:absolute;margin-left:38.95pt;margin-top:62.7pt;width:314.3pt;height:164.35pt;z-index:251665408;mso-wrap-edited:f;mso-position-horizontal-relative:page;mso-position-vertical-relative:page" wrapcoords="0 0 21600 0 21600 21600 0 21600 0 0" o:regroupid="176" mv:complextextbox="1" filled="f" stroked="f">
            <v:fill o:detectmouseclick="t"/>
            <v:textbox style="mso-next-textbox:#_x0000_s43530" inset=",0,,0">
              <w:txbxContent>
                <w:p w:rsidR="007F6D86" w:rsidRPr="00810781" w:rsidRDefault="009063CB" w:rsidP="007F6D86">
                  <w:pPr>
                    <w:spacing w:line="240" w:lineRule="exact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  <w:t xml:space="preserve">            </w:t>
                  </w:r>
                  <w:r w:rsidRPr="00642976">
                    <w:rPr>
                      <w:rFonts w:asciiTheme="majorHAnsi" w:hAnsiTheme="majorHAnsi"/>
                      <w:color w:val="FFFFFF" w:themeColor="background1"/>
                      <w:sz w:val="28"/>
                    </w:rPr>
                    <w:t>Local to Global</w:t>
                  </w:r>
                  <w:r w:rsidRPr="00642976">
                    <w:rPr>
                      <w:rFonts w:asciiTheme="majorHAnsi" w:hAnsiTheme="majorHAnsi"/>
                      <w:color w:val="FFFFFF" w:themeColor="background1"/>
                      <w:sz w:val="28"/>
                    </w:rPr>
                    <w:t xml:space="preserve"> Networking</w:t>
                  </w: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  <w:t xml:space="preserve">: </w:t>
                  </w:r>
                </w:p>
                <w:p w:rsidR="007F6D86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</w:pPr>
                </w:p>
                <w:p w:rsidR="007F6D86" w:rsidRPr="00810781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</w:pPr>
                  <w:r w:rsidRPr="00810781"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</w:rPr>
                    <w:t>CareerEcologia</w:t>
                  </w:r>
                </w:p>
                <w:p w:rsidR="007F6D86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color w:val="FFFFFF" w:themeColor="background1"/>
                      <w:sz w:val="20"/>
                    </w:rPr>
                  </w:pPr>
                </w:p>
                <w:p w:rsidR="007F6D86" w:rsidRPr="00D41389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color w:val="FFFFFF" w:themeColor="background1"/>
                      <w:sz w:val="18"/>
                    </w:rPr>
                  </w:pPr>
                  <w:r w:rsidRPr="00D41389">
                    <w:rPr>
                      <w:rFonts w:asciiTheme="majorHAnsi" w:hAnsiTheme="majorHAnsi"/>
                      <w:color w:val="FFFFFF" w:themeColor="background1"/>
                      <w:sz w:val="18"/>
                    </w:rPr>
                    <w:t xml:space="preserve">Course, Coaching, &amp; Community </w:t>
                  </w:r>
                </w:p>
                <w:p w:rsidR="007F6D86" w:rsidRPr="00D41389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color w:val="FFFFFF" w:themeColor="background1"/>
                      <w:sz w:val="18"/>
                    </w:rPr>
                  </w:pPr>
                  <w:r w:rsidRPr="00D41389">
                    <w:rPr>
                      <w:rFonts w:asciiTheme="majorHAnsi" w:hAnsiTheme="majorHAnsi"/>
                      <w:color w:val="FFFFFF" w:themeColor="background1"/>
                      <w:sz w:val="18"/>
                    </w:rPr>
                    <w:t>Supporting Career &amp; Lifestyle Transitions</w:t>
                  </w:r>
                </w:p>
                <w:p w:rsidR="007F6D86" w:rsidRPr="00D41389" w:rsidRDefault="009063CB" w:rsidP="004518A6">
                  <w:pPr>
                    <w:spacing w:line="240" w:lineRule="exact"/>
                    <w:jc w:val="center"/>
                    <w:rPr>
                      <w:rFonts w:asciiTheme="majorHAnsi" w:hAnsiTheme="majorHAnsi"/>
                      <w:color w:val="FFFFFF" w:themeColor="background1"/>
                      <w:sz w:val="18"/>
                    </w:rPr>
                  </w:pPr>
                  <w:r w:rsidRPr="00D41389">
                    <w:rPr>
                      <w:rFonts w:asciiTheme="majorHAnsi" w:hAnsiTheme="majorHAnsi"/>
                      <w:color w:val="FFFFFF" w:themeColor="background1"/>
                      <w:sz w:val="18"/>
                    </w:rPr>
                    <w:t xml:space="preserve">For a Sustainable Future </w:t>
                  </w:r>
                </w:p>
                <w:p w:rsidR="007F6D86" w:rsidRPr="00D41389" w:rsidRDefault="009063CB" w:rsidP="004518A6">
                  <w:pPr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</w:rPr>
                  </w:pPr>
                  <w:r w:rsidRPr="00D41389"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</w:rPr>
                    <w:t xml:space="preserve"> </w:t>
                  </w:r>
                </w:p>
                <w:p w:rsidR="007F6D86" w:rsidRDefault="009063CB" w:rsidP="004518A6">
                  <w:pP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</w:pPr>
                  <w: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  <w:t xml:space="preserve">Contact us for </w:t>
                  </w:r>
                  <w:r w:rsidRPr="0011216B"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  <w:t xml:space="preserve">a </w:t>
                  </w:r>
                  <w: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  <w:t>free introductory conference with a coach</w:t>
                  </w:r>
                </w:p>
                <w:p w:rsidR="007F6D86" w:rsidRDefault="009063CB" w:rsidP="004518A6">
                  <w:pP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</w:pPr>
                  <w: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  <w:t xml:space="preserve">                    </w:t>
                  </w:r>
                </w:p>
                <w:p w:rsidR="007F6D86" w:rsidRDefault="009063CB" w:rsidP="004518A6">
                  <w:pP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</w:pPr>
                  <w:r>
                    <w:rPr>
                      <w:rFonts w:asciiTheme="majorHAnsi" w:hAnsiTheme="majorHAnsi"/>
                      <w:i/>
                      <w:color w:val="FFFFFF" w:themeColor="background1"/>
                      <w:sz w:val="20"/>
                    </w:rPr>
                    <w:t xml:space="preserve">                     </w:t>
                  </w: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Because a Job is not a </w:t>
                  </w: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>C</w:t>
                  </w:r>
                  <w:r w:rsidRPr="0011216B"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>areer,</w:t>
                  </w: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     </w:t>
                  </w:r>
                  <w:r w:rsidRPr="0011216B"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 </w:t>
                  </w: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   </w:t>
                  </w:r>
                </w:p>
                <w:p w:rsidR="007F6D86" w:rsidRPr="0011216B" w:rsidRDefault="009063CB" w:rsidP="004518A6">
                  <w:pP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                      and a C</w:t>
                  </w:r>
                  <w:r w:rsidRPr="0011216B"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>areer is not</w:t>
                  </w:r>
                  <w:r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0"/>
                    </w:rPr>
                    <w:t xml:space="preserve"> a </w:t>
                  </w:r>
                  <w:r w:rsidRPr="00BF1105">
                    <w:rPr>
                      <w:rFonts w:asciiTheme="majorHAnsi" w:hAnsiTheme="majorHAnsi"/>
                      <w:b/>
                      <w:i/>
                      <w:color w:val="FFFFFF" w:themeColor="background1"/>
                      <w:sz w:val="22"/>
                    </w:rPr>
                    <w:t>LIFE!</w:t>
                  </w:r>
                </w:p>
                <w:p w:rsidR="007F6D86" w:rsidRPr="0011216B" w:rsidRDefault="009063CB" w:rsidP="004518A6">
                  <w:pPr>
                    <w:pStyle w:val="BodyText-Light"/>
                    <w:jc w:val="center"/>
                    <w:rPr>
                      <w:sz w:val="20"/>
                    </w:rPr>
                  </w:pPr>
                </w:p>
                <w:p w:rsidR="007F6D86" w:rsidRDefault="009063CB" w:rsidP="004518A6">
                  <w:pPr>
                    <w:pStyle w:val="BodyText-Ligh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30521" type="#_x0000_t202" style="position:absolute;margin-left:438.35pt;margin-top:43.2pt;width:303.25pt;height:106.8pt;z-index:25176474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30521" inset=",7.2pt,,7.2pt">
              <w:txbxContent>
                <w:p w:rsidR="007F6D86" w:rsidRPr="004518A6" w:rsidRDefault="009063CB" w:rsidP="004518A6">
                  <w:pPr>
                    <w:pStyle w:val="Footer"/>
                    <w:jc w:val="center"/>
                    <w:rPr>
                      <w:b/>
                      <w:i/>
                      <w:color w:val="004F00"/>
                      <w:sz w:val="32"/>
                    </w:rPr>
                  </w:pPr>
                  <w:r w:rsidRPr="004518A6">
                    <w:rPr>
                      <w:b/>
                      <w:i/>
                      <w:color w:val="008000"/>
                      <w:sz w:val="32"/>
                    </w:rPr>
                    <w:t xml:space="preserve"> </w:t>
                  </w:r>
                  <w:r w:rsidRPr="004518A6">
                    <w:rPr>
                      <w:b/>
                      <w:i/>
                      <w:color w:val="004F00"/>
                      <w:sz w:val="32"/>
                    </w:rPr>
                    <w:t>C</w:t>
                  </w:r>
                  <w:r>
                    <w:rPr>
                      <w:b/>
                      <w:i/>
                      <w:color w:val="004F00"/>
                      <w:sz w:val="32"/>
                    </w:rPr>
                    <w:t xml:space="preserve">hesapeake Career </w:t>
                  </w:r>
                  <w:r w:rsidRPr="004518A6">
                    <w:rPr>
                      <w:b/>
                      <w:i/>
                      <w:color w:val="004F00"/>
                      <w:sz w:val="32"/>
                    </w:rPr>
                    <w:t>Consulting</w:t>
                  </w:r>
                </w:p>
                <w:p w:rsidR="007F6D86" w:rsidRPr="00E15B22" w:rsidRDefault="009063CB" w:rsidP="004518A6">
                  <w:pPr>
                    <w:pStyle w:val="Footer"/>
                    <w:rPr>
                      <w:b/>
                      <w:i/>
                      <w:color w:val="auto"/>
                      <w:sz w:val="24"/>
                    </w:rPr>
                  </w:pPr>
                  <w:r>
                    <w:rPr>
                      <w:b/>
                      <w:i/>
                      <w:color w:val="auto"/>
                      <w:sz w:val="28"/>
                    </w:rPr>
                    <w:t xml:space="preserve">        </w:t>
                  </w:r>
                  <w:r w:rsidRPr="00E15B22">
                    <w:rPr>
                      <w:b/>
                      <w:i/>
                      <w:color w:val="auto"/>
                      <w:sz w:val="24"/>
                    </w:rPr>
                    <w:t>Education, Career, Leadership</w:t>
                  </w:r>
                </w:p>
                <w:p w:rsidR="007F6D86" w:rsidRPr="00E15B22" w:rsidRDefault="009063CB" w:rsidP="004518A6">
                  <w:pPr>
                    <w:pStyle w:val="Footer"/>
                    <w:rPr>
                      <w:b/>
                      <w:i/>
                      <w:color w:val="auto"/>
                      <w:sz w:val="24"/>
                    </w:rPr>
                  </w:pPr>
                  <w:r w:rsidRPr="00E15B22">
                    <w:rPr>
                      <w:b/>
                      <w:i/>
                      <w:color w:val="auto"/>
                      <w:sz w:val="24"/>
                    </w:rPr>
                    <w:t xml:space="preserve">         </w:t>
                  </w:r>
                  <w:r>
                    <w:rPr>
                      <w:b/>
                      <w:i/>
                      <w:color w:val="auto"/>
                      <w:sz w:val="24"/>
                    </w:rPr>
                    <w:t xml:space="preserve">     </w:t>
                  </w:r>
                  <w:r w:rsidRPr="00E15B22">
                    <w:rPr>
                      <w:b/>
                      <w:i/>
                      <w:color w:val="auto"/>
                      <w:sz w:val="24"/>
                    </w:rPr>
                    <w:t xml:space="preserve"> Coaching / Programs</w:t>
                  </w:r>
                </w:p>
                <w:p w:rsidR="007F6D86" w:rsidRDefault="009063CB" w:rsidP="004518A6">
                  <w:pPr>
                    <w:pStyle w:val="Footer"/>
                    <w:rPr>
                      <w:b/>
                      <w:i/>
                      <w:color w:val="005A00"/>
                      <w:sz w:val="20"/>
                    </w:rPr>
                  </w:pPr>
                  <w:r>
                    <w:rPr>
                      <w:b/>
                      <w:i/>
                      <w:color w:val="auto"/>
                      <w:sz w:val="28"/>
                    </w:rPr>
                    <w:t xml:space="preserve"> </w:t>
                  </w:r>
                </w:p>
                <w:p w:rsidR="007F6D86" w:rsidRDefault="009063CB"/>
              </w:txbxContent>
            </v:textbox>
            <w10:wrap type="tight" anchorx="page" anchory="page"/>
          </v:shape>
        </w:pict>
      </w:r>
    </w:p>
    <w:p w:rsidR="004518A6" w:rsidRDefault="009063CB">
      <w:pPr>
        <w:rPr>
          <w:noProof/>
        </w:rPr>
      </w:pPr>
    </w:p>
    <w:p w:rsidR="004518A6" w:rsidRDefault="009063CB">
      <w:pPr>
        <w:rPr>
          <w:noProof/>
        </w:rPr>
      </w:pPr>
    </w:p>
    <w:p w:rsidR="004518A6" w:rsidRDefault="009063CB">
      <w:pPr>
        <w:rPr>
          <w:noProof/>
        </w:rPr>
      </w:pPr>
    </w:p>
    <w:p w:rsidR="004518A6" w:rsidRDefault="009063CB">
      <w:r>
        <w:rPr>
          <w:noProof/>
        </w:rPr>
        <w:pict>
          <v:shape id="_x0000_s18354" type="#_x0000_t202" style="position:absolute;margin-left:38.95pt;margin-top:386.3pt;width:309.35pt;height:47.65pt;z-index:251750406;mso-wrap-edited:f;mso-position-horizontal-relative:page;mso-position-vertical-relative:page" wrapcoords="0 0 21600 0 21600 21600 0 21600 0 0" filled="f" stroked="f">
            <v:fill o:detectmouseclick="t"/>
            <v:textbox style="mso-next-textbox:#_x0000_s18354" inset=",0,,0">
              <w:txbxContent>
                <w:p w:rsidR="007F6D86" w:rsidRDefault="009063CB" w:rsidP="004518A6">
                  <w:pPr>
                    <w:pStyle w:val="Heading3"/>
                    <w:spacing w:after="120" w:line="220" w:lineRule="exact"/>
                    <w:jc w:val="center"/>
                    <w:rPr>
                      <w:color w:val="0D0D0D" w:themeColor="text1" w:themeTint="F2"/>
                      <w:sz w:val="18"/>
                    </w:rPr>
                  </w:pPr>
                  <w:r>
                    <w:rPr>
                      <w:color w:val="0D0D0D" w:themeColor="text1" w:themeTint="F2"/>
                      <w:sz w:val="18"/>
                    </w:rPr>
                    <w:t xml:space="preserve">Phyllis </w:t>
                  </w:r>
                  <w:r w:rsidRPr="00375848">
                    <w:rPr>
                      <w:color w:val="0D0D0D" w:themeColor="text1" w:themeTint="F2"/>
                      <w:sz w:val="18"/>
                    </w:rPr>
                    <w:t>Thibodeau,</w:t>
                  </w:r>
                  <w:r>
                    <w:rPr>
                      <w:color w:val="0D0D0D" w:themeColor="text1" w:themeTint="F2"/>
                      <w:sz w:val="18"/>
                    </w:rPr>
                    <w:t xml:space="preserve"> Professional Education Programs </w:t>
                  </w:r>
                </w:p>
                <w:p w:rsidR="007F6D86" w:rsidRDefault="009063CB" w:rsidP="004518A6">
                  <w:pPr>
                    <w:spacing w:line="220" w:lineRule="exact"/>
                    <w:rPr>
                      <w:b/>
                      <w:sz w:val="18"/>
                    </w:rPr>
                  </w:pPr>
                  <w:r w:rsidRPr="001058B5">
                    <w:rPr>
                      <w:b/>
                      <w:sz w:val="18"/>
                    </w:rPr>
                    <w:t xml:space="preserve"> </w:t>
                  </w:r>
                  <w:r>
                    <w:rPr>
                      <w:b/>
                      <w:sz w:val="18"/>
                    </w:rPr>
                    <w:t xml:space="preserve">    </w:t>
                  </w:r>
                  <w:r w:rsidRPr="001058B5">
                    <w:rPr>
                      <w:b/>
                      <w:sz w:val="18"/>
                    </w:rPr>
                    <w:t>Sharon McCone</w:t>
                  </w:r>
                  <w:r>
                    <w:rPr>
                      <w:b/>
                      <w:sz w:val="18"/>
                    </w:rPr>
                    <w:t>,</w:t>
                  </w:r>
                  <w:r>
                    <w:rPr>
                      <w:b/>
                      <w:sz w:val="18"/>
                    </w:rPr>
                    <w:t xml:space="preserve"> Corporate Leadership Programs</w:t>
                  </w:r>
                </w:p>
                <w:p w:rsidR="007F6D86" w:rsidRDefault="009063CB" w:rsidP="004518A6">
                  <w:pPr>
                    <w:spacing w:line="120" w:lineRule="exact"/>
                    <w:rPr>
                      <w:b/>
                      <w:sz w:val="18"/>
                    </w:rPr>
                  </w:pPr>
                </w:p>
                <w:p w:rsidR="007F6D86" w:rsidRDefault="009063CB" w:rsidP="004518A6">
                  <w:pPr>
                    <w:spacing w:line="220" w:lineRule="exac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John Lewis, CoHero Leadership &amp; Innovation Training</w:t>
                  </w:r>
                </w:p>
                <w:p w:rsidR="007F6D86" w:rsidRDefault="009063CB" w:rsidP="004518A6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</w:t>
                  </w:r>
                </w:p>
                <w:p w:rsidR="007F6D86" w:rsidRPr="001058B5" w:rsidRDefault="009063CB" w:rsidP="004518A6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</w:t>
                  </w:r>
                </w:p>
                <w:p w:rsidR="007F6D86" w:rsidRDefault="009063CB" w:rsidP="004518A6"/>
                <w:p w:rsidR="007F6D86" w:rsidRPr="001058B5" w:rsidRDefault="009063CB" w:rsidP="004518A6"/>
                <w:p w:rsidR="007F6D86" w:rsidRPr="00BA1A6E" w:rsidRDefault="009063CB" w:rsidP="004518A6">
                  <w:pPr>
                    <w:spacing w:after="120"/>
                    <w:rPr>
                      <w:b/>
                    </w:rPr>
                  </w:pPr>
                </w:p>
                <w:p w:rsidR="007F6D86" w:rsidRPr="00BA1A6E" w:rsidRDefault="009063CB" w:rsidP="004518A6">
                  <w:pPr>
                    <w:jc w:val="center"/>
                  </w:pPr>
                </w:p>
                <w:p w:rsidR="007F6D86" w:rsidRDefault="009063CB" w:rsidP="004518A6">
                  <w:pPr>
                    <w:pStyle w:val="Heading3"/>
                    <w:jc w:val="center"/>
                  </w:pPr>
                </w:p>
                <w:p w:rsidR="007F6D86" w:rsidRDefault="009063CB"/>
                <w:p w:rsidR="007F6D86" w:rsidRDefault="009063C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435" type="#_x0000_t202" style="position:absolute;margin-left:58.05pt;margin-top:454pt;width:277.65pt;height:34.2pt;z-index:251715590;mso-wrap-edited:f;mso-position-horizontal-relative:page;mso-position-vertical-relative:page" filled="f" stroked="f">
            <v:fill o:detectmouseclick="t"/>
            <v:textbox style="mso-next-textbox:#_x0000_s1435" inset=",0,,0">
              <w:txbxContent>
                <w:p w:rsidR="007F6D86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jc w:val="center"/>
                    <w:rPr>
                      <w:color w:val="006700"/>
                      <w:sz w:val="24"/>
                    </w:rPr>
                  </w:pPr>
                  <w:r w:rsidRPr="00E0530C">
                    <w:rPr>
                      <w:color w:val="006700"/>
                      <w:sz w:val="24"/>
                    </w:rPr>
                    <w:t xml:space="preserve">Free </w:t>
                  </w:r>
                  <w:r>
                    <w:rPr>
                      <w:color w:val="006700"/>
                      <w:sz w:val="24"/>
                    </w:rPr>
                    <w:t xml:space="preserve">First </w:t>
                  </w:r>
                  <w:r w:rsidRPr="00E0530C">
                    <w:rPr>
                      <w:color w:val="006700"/>
                      <w:sz w:val="24"/>
                    </w:rPr>
                    <w:t xml:space="preserve">Friday </w:t>
                  </w:r>
                </w:p>
                <w:p w:rsidR="007F6D86" w:rsidRPr="00E0530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jc w:val="center"/>
                    <w:rPr>
                      <w:color w:val="006700"/>
                      <w:sz w:val="24"/>
                    </w:rPr>
                  </w:pPr>
                  <w:r w:rsidRPr="00E0530C">
                    <w:rPr>
                      <w:color w:val="006700"/>
                      <w:sz w:val="24"/>
                    </w:rPr>
                    <w:t>Career Conference Calls</w:t>
                  </w:r>
                </w:p>
                <w:p w:rsidR="007F6D86" w:rsidRPr="00E0530C" w:rsidRDefault="009063CB">
                  <w:pPr>
                    <w:rPr>
                      <w:color w:val="00670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43634" style="position:absolute;margin-left:73.7pt;margin-top:478.2pt;width:239.85pt;height:76.15pt;z-index:251742214;mso-position-horizontal-relative:page;mso-position-vertical-relative:page" coordsize="20000,20000" wrapcoords="0 0 21600 0 21600 21600 0 21600 0 0" mv:complextextbox="1">
            <o:lock v:ext="edit" ungrouping="t"/>
            <v:shape id="_x0000_s43635" type="#_x0000_t202" style="position:absolute;width:20000;height:20000;mso-wrap-edited:f;mso-position-horizontal-relative:page;mso-position-vertical-relative:page" wrapcoords="0 0 21600 0 21600 21600 0 21600 0 0" o:regroupid="184" mv:complextextbox="1" filled="f" stroked="f">
              <v:fill o:detectmouseclick="t"/>
              <v:textbox style="mso-next-textbox:#_x0000_s29999" inset=",7.2pt,,7.2pt"/>
            </v:shape>
            <v:shape id="_x0000_s43636" type="#_x0000_t202" style="position:absolute;left:600;top:1891;width:18795;height:3519" filled="f" stroked="f">
              <v:textbox style="mso-next-textbox:#_x0000_s43637" inset="0,0,0,0">
                <w:txbxContent>
                  <w:p w:rsidR="007F6D86" w:rsidRPr="008D0B29" w:rsidRDefault="009063CB" w:rsidP="004518A6">
                    <w:pPr>
                      <w:jc w:val="center"/>
                      <w:rPr>
                        <w:b/>
                        <w:sz w:val="22"/>
                      </w:rPr>
                    </w:pPr>
                    <w:r w:rsidRPr="008D0B29">
                      <w:rPr>
                        <w:b/>
                        <w:sz w:val="22"/>
                      </w:rPr>
                      <w:t>Noon-1pm</w:t>
                    </w:r>
                  </w:p>
                  <w:p w:rsidR="007F6D86" w:rsidRPr="004518A6" w:rsidRDefault="009063CB" w:rsidP="004518A6">
                    <w:pPr>
                      <w:jc w:val="center"/>
                      <w:rPr>
                        <w:sz w:val="20"/>
                      </w:rPr>
                    </w:pPr>
                    <w:r w:rsidRPr="004518A6">
                      <w:rPr>
                        <w:sz w:val="20"/>
                      </w:rPr>
                      <w:t>Conference Dial-in Number:</w:t>
                    </w:r>
                  </w:p>
                  <w:p w:rsidR="007F6D86" w:rsidRPr="004518A6" w:rsidRDefault="009063CB" w:rsidP="004518A6">
                    <w:pPr>
                      <w:jc w:val="center"/>
                      <w:rPr>
                        <w:sz w:val="20"/>
                      </w:rPr>
                    </w:pPr>
                    <w:r w:rsidRPr="004518A6">
                      <w:rPr>
                        <w:sz w:val="20"/>
                      </w:rPr>
                      <w:t>(712) 432-1500</w:t>
                    </w:r>
                  </w:p>
                  <w:p w:rsidR="007F6D86" w:rsidRPr="004518A6" w:rsidRDefault="009063CB" w:rsidP="004518A6">
                    <w:pPr>
                      <w:jc w:val="center"/>
                      <w:rPr>
                        <w:sz w:val="20"/>
                      </w:rPr>
                    </w:pPr>
                    <w:r w:rsidRPr="004518A6">
                      <w:rPr>
                        <w:sz w:val="20"/>
                      </w:rPr>
                      <w:t>Participant Access Code:</w:t>
                    </w:r>
                  </w:p>
                  <w:p w:rsidR="007F6D86" w:rsidRPr="004518A6" w:rsidRDefault="009063CB" w:rsidP="004518A6">
                    <w:pPr>
                      <w:jc w:val="center"/>
                      <w:rPr>
                        <w:sz w:val="20"/>
                      </w:rPr>
                    </w:pPr>
                    <w:r w:rsidRPr="004518A6">
                      <w:rPr>
                        <w:sz w:val="20"/>
                      </w:rPr>
                      <w:t xml:space="preserve">     503932#</w:t>
                    </w:r>
                  </w:p>
                  <w:p w:rsidR="007F6D86" w:rsidRPr="004518A6" w:rsidRDefault="009063CB" w:rsidP="004518A6">
                    <w:pPr>
                      <w:jc w:val="center"/>
                      <w:rPr>
                        <w:sz w:val="20"/>
                      </w:rPr>
                    </w:pPr>
                  </w:p>
                  <w:p w:rsidR="007F6D86" w:rsidRDefault="009063CB" w:rsidP="004518A6">
                    <w:pPr>
                      <w:jc w:val="center"/>
                    </w:pPr>
                    <w:r>
                      <w:t>See</w:t>
                    </w:r>
                  </w:p>
                </w:txbxContent>
              </v:textbox>
            </v:shape>
            <v:shape id="_x0000_s43637" type="#_x0000_t202" style="position:absolute;left:600;top:5397;width:18795;height:3204" filled="f" stroked="f">
              <v:textbox style="mso-next-textbox:#_x0000_s43638" inset="0,0,0,0">
                <w:txbxContent/>
              </v:textbox>
            </v:shape>
            <v:shape id="_x0000_s43638" type="#_x0000_t202" style="position:absolute;left:600;top:8588;width:18795;height:3205" filled="f" stroked="f">
              <v:textbox style="mso-next-textbox:#_x0000_s43639" inset="0,0,0,0">
                <w:txbxContent/>
              </v:textbox>
            </v:shape>
            <v:shape id="_x0000_s43639" type="#_x0000_t202" style="position:absolute;left:600;top:11779;width:17174;height:3205" filled="f" stroked="f">
              <v:textbox style="mso-next-textbox:#_x0000_s29999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7479" type="#_x0000_t202" style="position:absolute;margin-left:439.2pt;margin-top:303.3pt;width:316.8pt;height:261.3pt;z-index:251670528;mso-wrap-edited:f;mso-position-horizontal-relative:page;mso-position-vertical-relative:page" wrapcoords="0 0 21600 0 21600 21600 0 21600 0 0" filled="f" stroked="f">
            <v:fill o:detectmouseclick="t"/>
            <v:textbox style="mso-next-textbox:#_x0000_s17479" inset=",0,,0">
              <w:txbxContent>
                <w:p w:rsidR="007F6D86" w:rsidRDefault="009063CB" w:rsidP="004518A6">
                  <w:pPr>
                    <w:pStyle w:val="Footer"/>
                    <w:jc w:val="center"/>
                    <w:rPr>
                      <w:b/>
                      <w:i/>
                      <w:color w:val="000000" w:themeColor="text1"/>
                      <w:sz w:val="28"/>
                    </w:rPr>
                  </w:pPr>
                </w:p>
                <w:p w:rsidR="007F6D86" w:rsidRDefault="009063CB" w:rsidP="004518A6">
                  <w:pPr>
                    <w:pStyle w:val="Footer"/>
                    <w:jc w:val="center"/>
                    <w:rPr>
                      <w:b/>
                      <w:i/>
                      <w:color w:val="000000" w:themeColor="text1"/>
                      <w:sz w:val="28"/>
                    </w:rPr>
                  </w:pPr>
                </w:p>
                <w:p w:rsidR="007F6D86" w:rsidRDefault="009063CB" w:rsidP="004518A6">
                  <w:pPr>
                    <w:pStyle w:val="Footer"/>
                    <w:jc w:val="center"/>
                    <w:rPr>
                      <w:b/>
                      <w:i/>
                      <w:color w:val="000000" w:themeColor="text1"/>
                      <w:sz w:val="28"/>
                    </w:rPr>
                  </w:pPr>
                </w:p>
                <w:p w:rsidR="007F6D86" w:rsidRPr="007217C3" w:rsidRDefault="009063CB" w:rsidP="004518A6">
                  <w:pPr>
                    <w:pStyle w:val="Footer"/>
                    <w:rPr>
                      <w:b/>
                      <w:i/>
                      <w:color w:val="000000" w:themeColor="text1"/>
                      <w:sz w:val="28"/>
                    </w:rPr>
                  </w:pPr>
                  <w:r>
                    <w:rPr>
                      <w:b/>
                      <w:i/>
                      <w:color w:val="000000" w:themeColor="text1"/>
                      <w:sz w:val="28"/>
                    </w:rPr>
                    <w:t xml:space="preserve">   Thinking Globally, Acting Locally</w:t>
                  </w:r>
                </w:p>
                <w:p w:rsidR="007F6D86" w:rsidRPr="00192DF0" w:rsidRDefault="009063CB" w:rsidP="004518A6">
                  <w:pPr>
                    <w:pStyle w:val="Footer"/>
                    <w:rPr>
                      <w:b/>
                      <w:i/>
                      <w:color w:val="004F00"/>
                      <w:sz w:val="28"/>
                    </w:rPr>
                  </w:pPr>
                  <w:r>
                    <w:rPr>
                      <w:b/>
                      <w:i/>
                      <w:color w:val="004F00"/>
                      <w:sz w:val="28"/>
                    </w:rPr>
                    <w:t xml:space="preserve">  </w:t>
                  </w:r>
                  <w:r w:rsidRPr="00192DF0">
                    <w:rPr>
                      <w:b/>
                      <w:i/>
                      <w:color w:val="004F00"/>
                      <w:sz w:val="28"/>
                    </w:rPr>
                    <w:t xml:space="preserve">Partners for a Sustainable Future 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</w:rPr>
                    <w:t xml:space="preserve">             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</w:rPr>
                    <w:t xml:space="preserve">             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</w:rPr>
                    <w:t xml:space="preserve">            Serving the Chesapeake Bay Region 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</w:rPr>
                    <w:t xml:space="preserve">       Washington DC to Eastern Shore and Beyond</w:t>
                  </w:r>
                </w:p>
                <w:p w:rsidR="007F6D86" w:rsidRPr="00810781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FF"/>
                      <w:sz w:val="20"/>
                    </w:rPr>
                  </w:pPr>
                  <w:r>
                    <w:rPr>
                      <w:b/>
                      <w:i/>
                      <w:color w:val="0000FF"/>
                      <w:sz w:val="20"/>
                    </w:rPr>
                    <w:t xml:space="preserve">         </w:t>
                  </w:r>
                  <w:r w:rsidRPr="005000A5">
                    <w:rPr>
                      <w:b/>
                      <w:i/>
                      <w:color w:val="0000FF"/>
                      <w:sz w:val="20"/>
                    </w:rPr>
                    <w:t>www.</w:t>
                  </w:r>
                  <w:r>
                    <w:rPr>
                      <w:b/>
                      <w:i/>
                      <w:color w:val="0000FF"/>
                      <w:sz w:val="20"/>
                    </w:rPr>
                    <w:t>ChesapeakeCareerConsulting</w:t>
                  </w:r>
                  <w:r w:rsidRPr="005000A5">
                    <w:rPr>
                      <w:b/>
                      <w:i/>
                      <w:color w:val="0000FF"/>
                      <w:sz w:val="20"/>
                    </w:rPr>
                    <w:t>.com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18"/>
                    </w:rPr>
                  </w:pPr>
                  <w:r>
                    <w:rPr>
                      <w:b/>
                      <w:i/>
                      <w:color w:val="000000" w:themeColor="text1"/>
                      <w:sz w:val="18"/>
                    </w:rPr>
                    <w:t xml:space="preserve">                   </w:t>
                  </w:r>
                </w:p>
                <w:p w:rsidR="007F6D8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rPr>
                      <w:b/>
                      <w:i/>
                      <w:color w:val="000000" w:themeColor="text1"/>
                      <w:sz w:val="18"/>
                    </w:rPr>
                  </w:pPr>
                  <w:r>
                    <w:rPr>
                      <w:b/>
                      <w:i/>
                      <w:color w:val="000000" w:themeColor="text1"/>
                      <w:sz w:val="18"/>
                    </w:rPr>
                    <w:t xml:space="preserve">                    202-681-6647  </w:t>
                  </w:r>
                  <w:r>
                    <w:rPr>
                      <w:rFonts w:ascii="Webdings" w:hAnsi="Webdings"/>
                      <w:b/>
                      <w:i/>
                      <w:color w:val="000000" w:themeColor="text1"/>
                      <w:sz w:val="18"/>
                    </w:rPr>
                    <w:sym w:font="Webdings" w:char="F0FC"/>
                  </w:r>
                  <w:r>
                    <w:rPr>
                      <w:b/>
                      <w:i/>
                      <w:color w:val="000000" w:themeColor="text1"/>
                      <w:sz w:val="18"/>
                    </w:rPr>
                    <w:t xml:space="preserve">  410-913-5646</w:t>
                  </w:r>
                </w:p>
                <w:p w:rsidR="007F6D86" w:rsidRPr="00364E46" w:rsidRDefault="009063CB" w:rsidP="004518A6">
                  <w:pPr>
                    <w:pStyle w:val="Footer"/>
                    <w:pBdr>
                      <w:top w:val="single" w:sz="4" w:space="0" w:color="auto"/>
                      <w:bottom w:val="single" w:sz="4" w:space="1" w:color="auto"/>
                    </w:pBdr>
                    <w:jc w:val="center"/>
                    <w:rPr>
                      <w:b/>
                      <w:i/>
                      <w:color w:val="000000" w:themeColor="text1"/>
                      <w:sz w:val="18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762694" behindDoc="0" locked="0" layoutInCell="1" allowOverlap="1">
            <wp:simplePos x="0" y="0"/>
            <wp:positionH relativeFrom="page">
              <wp:posOffset>5283200</wp:posOffset>
            </wp:positionH>
            <wp:positionV relativeFrom="page">
              <wp:posOffset>1783080</wp:posOffset>
            </wp:positionV>
            <wp:extent cx="4401820" cy="3093720"/>
            <wp:effectExtent l="0" t="0" r="0" b="0"/>
            <wp:wrapTight wrapText="bothSides">
              <wp:wrapPolygon edited="0">
                <wp:start x="9847" y="2128"/>
                <wp:lineTo x="9099" y="2305"/>
                <wp:lineTo x="7104" y="4256"/>
                <wp:lineTo x="7104" y="4966"/>
                <wp:lineTo x="6107" y="7803"/>
                <wp:lineTo x="5484" y="8690"/>
                <wp:lineTo x="4612" y="10286"/>
                <wp:lineTo x="4487" y="13478"/>
                <wp:lineTo x="5484" y="16315"/>
                <wp:lineTo x="5609" y="16493"/>
                <wp:lineTo x="7104" y="17557"/>
                <wp:lineTo x="7354" y="17557"/>
                <wp:lineTo x="14957" y="17557"/>
                <wp:lineTo x="15081" y="17557"/>
                <wp:lineTo x="16328" y="16493"/>
                <wp:lineTo x="16577" y="16315"/>
                <wp:lineTo x="17450" y="14010"/>
                <wp:lineTo x="17574" y="13478"/>
                <wp:lineTo x="17450" y="11172"/>
                <wp:lineTo x="17450" y="10640"/>
                <wp:lineTo x="16577" y="8867"/>
                <wp:lineTo x="15829" y="7803"/>
                <wp:lineTo x="14334" y="4433"/>
                <wp:lineTo x="12339" y="2305"/>
                <wp:lineTo x="11591" y="2128"/>
                <wp:lineTo x="9847" y="2128"/>
              </wp:wrapPolygon>
            </wp:wrapTight>
            <wp:docPr id="29" name="Picture 28" descr="CCC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476" type="#_x0000_t202" style="position:absolute;margin-left:37.5pt;margin-top:270.45pt;width:315.75pt;height:70.35pt;z-index:251719686;mso-wrap-edited:f;mso-position-horizontal-relative:page;mso-position-vertical-relative:page" wrapcoords="0 0 21600 0 21600 21600 0 21600 0 0" filled="f" stroked="f">
            <v:fill o:detectmouseclick="t"/>
            <v:textbox style="mso-next-textbox:#_x0000_s17475" inset=",0,,0">
              <w:txbxContent>
                <w:p w:rsidR="007F6D86" w:rsidRDefault="009063CB" w:rsidP="007F6D86">
                  <w:pPr>
                    <w:pStyle w:val="Heading3"/>
                    <w:spacing w:after="120"/>
                    <w:jc w:val="center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  <w:r w:rsidRPr="00375848"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Phyllis Thibodeau, </w:t>
                  </w:r>
                  <w:r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Education/ Career/ Leadership Coach </w:t>
                  </w:r>
                </w:p>
                <w:p w:rsidR="007F6D86" w:rsidRDefault="009063CB" w:rsidP="007F6D86">
                  <w:pPr>
                    <w:spacing w:after="120"/>
                    <w:jc w:val="center"/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</w:pP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 </w:t>
                  </w:r>
                  <w:r w:rsidRPr="00BA1A6E"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Sharon McCone, </w:t>
                  </w: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>Professional Recruiter</w:t>
                  </w:r>
                  <w:r w:rsidRPr="00BA1A6E"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/ </w:t>
                  </w: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>Career Coach</w:t>
                  </w:r>
                </w:p>
                <w:p w:rsidR="007F6D86" w:rsidRDefault="009063CB" w:rsidP="007F6D86">
                  <w:pPr>
                    <w:spacing w:after="120"/>
                    <w:jc w:val="center"/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</w:pP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>Ann Conlan, Executive Trainer/ Coach</w:t>
                  </w:r>
                </w:p>
                <w:p w:rsidR="007F6D86" w:rsidRPr="00BA1A6E" w:rsidRDefault="009063CB" w:rsidP="007F6D86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Cat Stancik, Co-Active Life Coach </w:t>
                  </w:r>
                </w:p>
                <w:p w:rsidR="007F6D86" w:rsidRPr="00BA1A6E" w:rsidRDefault="009063CB" w:rsidP="007F6D86">
                  <w:pPr>
                    <w:spacing w:after="120"/>
                    <w:jc w:val="center"/>
                  </w:pPr>
                </w:p>
                <w:p w:rsidR="007F6D86" w:rsidRPr="00BA1A6E" w:rsidRDefault="009063CB" w:rsidP="007F6D86">
                  <w:pPr>
                    <w:jc w:val="center"/>
                  </w:pPr>
                </w:p>
                <w:p w:rsidR="007F6D86" w:rsidRPr="00BA1A6E" w:rsidRDefault="009063CB" w:rsidP="007F6D86">
                  <w:pPr>
                    <w:jc w:val="center"/>
                  </w:pPr>
                </w:p>
                <w:p w:rsidR="007F6D86" w:rsidRPr="00364E46" w:rsidRDefault="009063CB" w:rsidP="007F6D86">
                  <w:pPr>
                    <w:pStyle w:val="Heading3"/>
                    <w:jc w:val="center"/>
                    <w:rPr>
                      <w:rFonts w:ascii="Verdana" w:hAnsi="Verdana"/>
                      <w:sz w:val="20"/>
                    </w:rPr>
                  </w:pPr>
                  <w:r w:rsidRPr="00364E46">
                    <w:rPr>
                      <w:rFonts w:ascii="Verdana" w:hAnsi="Verdana"/>
                      <w:sz w:val="20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9923" type="#_x0000_t202" style="position:absolute;margin-left:31.95pt;margin-top:346.25pt;width:316.35pt;height:31.15pt;z-index:251751430;mso-wrap-edited:f;mso-position-horizontal-relative:page;mso-position-vertical-relative:page" wrapcoords="0 0 21600 0 21600 21600 0 21600 0 0" filled="f" stroked="f">
            <v:fill o:detectmouseclick="t"/>
            <v:textbox style="mso-next-textbox:#_x0000_s29923" inset=",0,,0">
              <w:txbxContent>
                <w:p w:rsidR="007F6D86" w:rsidRPr="004518A6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jc w:val="center"/>
                    <w:rPr>
                      <w:color w:val="0D0D0D" w:themeColor="text1" w:themeTint="F2"/>
                      <w:sz w:val="22"/>
                    </w:rPr>
                  </w:pPr>
                  <w:r w:rsidRPr="004518A6">
                    <w:rPr>
                      <w:color w:val="0D0D0D" w:themeColor="text1" w:themeTint="F2"/>
                      <w:sz w:val="22"/>
                    </w:rPr>
                    <w:t>CareerEcologia Course:</w:t>
                  </w:r>
                </w:p>
                <w:p w:rsidR="007F6D86" w:rsidRPr="004518A6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  <w:sz w:val="22"/>
                    </w:rPr>
                  </w:pPr>
                  <w:r w:rsidRPr="004518A6">
                    <w:rPr>
                      <w:color w:val="0D0D0D" w:themeColor="text1" w:themeTint="F2"/>
                      <w:sz w:val="22"/>
                    </w:rPr>
                    <w:t xml:space="preserve">    Next Generation Leadership Development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440" type="#_x0000_t202" style="position:absolute;margin-left:51.05pt;margin-top:240.5pt;width:287.75pt;height:29.95pt;z-index:251720710;mso-wrap-edited:f;mso-position-horizontal-relative:page;mso-position-vertical-relative:page" wrapcoords="0 0 21600 0 21600 21600 0 21600 0 0" filled="f" stroked="f">
            <v:fill o:detectmouseclick="t"/>
            <v:textbox style="mso-next-textbox:#_x0000_s1440" inset=",0,,0">
              <w:txbxContent>
                <w:p w:rsidR="007F6D86" w:rsidRPr="004518A6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jc w:val="center"/>
                    <w:rPr>
                      <w:color w:val="0D0D0D" w:themeColor="text1" w:themeTint="F2"/>
                      <w:sz w:val="20"/>
                    </w:rPr>
                  </w:pPr>
                  <w:r w:rsidRPr="004518A6">
                    <w:rPr>
                      <w:color w:val="0D0D0D" w:themeColor="text1" w:themeTint="F2"/>
                      <w:sz w:val="20"/>
                    </w:rPr>
                    <w:t xml:space="preserve">Education/ Career/ Leadership/ Life    </w:t>
                  </w:r>
                  <w:r w:rsidRPr="004518A6">
                    <w:rPr>
                      <w:color w:val="0D0D0D" w:themeColor="text1" w:themeTint="F2"/>
                      <w:sz w:val="20"/>
                      <w:u w:val="single"/>
                    </w:rPr>
                    <w:t xml:space="preserve">Transitions Coaching  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78" type="#_x0000_t202" style="position:absolute;margin-left:70.35pt;margin-top:548.85pt;width:239.75pt;height:15.75pt;z-index:251739142;mso-wrap-edited:f;mso-position-horizontal-relative:page;mso-position-vertical-relative:page" wrapcoords="0 0 21600 0 21600 21600 0 21600 0 0" filled="f" stroked="f">
            <v:fill o:detectmouseclick="t"/>
            <v:textbox style="mso-next-textbox:#_x0000_s17478" inset=",0,,0">
              <w:txbxContent>
                <w:p w:rsidR="007F6D86" w:rsidRPr="00E0530C" w:rsidRDefault="009063CB" w:rsidP="004518A6">
                  <w:pPr>
                    <w:pStyle w:val="Heading1"/>
                    <w:pBdr>
                      <w:top w:val="single" w:sz="4" w:space="1" w:color="auto"/>
                      <w:bottom w:val="single" w:sz="4" w:space="1" w:color="auto"/>
                    </w:pBdr>
                    <w:jc w:val="center"/>
                    <w:rPr>
                      <w:i/>
                      <w:color w:val="005C00"/>
                      <w:sz w:val="20"/>
                    </w:rPr>
                  </w:pPr>
                  <w:r w:rsidRPr="00E0530C">
                    <w:rPr>
                      <w:i/>
                      <w:color w:val="005C00"/>
                      <w:sz w:val="20"/>
                    </w:rPr>
                    <w:t>www.C</w:t>
                  </w:r>
                  <w:r>
                    <w:rPr>
                      <w:i/>
                      <w:color w:val="005C00"/>
                      <w:sz w:val="20"/>
                    </w:rPr>
                    <w:t>areerEcologia</w:t>
                  </w:r>
                  <w:r w:rsidRPr="00E0530C">
                    <w:rPr>
                      <w:i/>
                      <w:color w:val="005C00"/>
                      <w:sz w:val="20"/>
                    </w:rPr>
                    <w:t>.com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9999" type="#_x0000_t202" style="position:absolute;margin-left:295.85pt;margin-top:531pt;width:3.55pt;height:25.75pt;z-index:25175245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9999"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7475" type="#_x0000_t202" style="position:absolute;margin-left:310.1pt;margin-top:284.9pt;width:3.85pt;height:3.55pt;z-index:25174016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75" inset=",7.2pt,,7.2pt">
              <w:txbxContent/>
            </v:textbox>
            <w10:wrap type="tight" anchorx="page" anchory="page"/>
          </v:shape>
        </w:pict>
      </w:r>
      <w:r>
        <w:br w:type="page"/>
      </w:r>
      <w:r>
        <w:rPr>
          <w:noProof/>
        </w:rPr>
        <w:pict>
          <v:shape id="_x0000_s17467" type="#_x0000_t202" style="position:absolute;margin-left:435pt;margin-top:317.45pt;width:322.8pt;height:21.4pt;z-index:251693056;mso-wrap-edited:f;mso-position-horizontal-relative:page;mso-position-vertical-relative:page" filled="f" stroked="f">
            <v:fill o:detectmouseclick="t"/>
            <v:textbox style="mso-next-textbox:#_x0000_s17467" inset=",0,,0">
              <w:txbxContent>
                <w:p w:rsidR="007F6D86" w:rsidRPr="009654BF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</w:t>
                  </w:r>
                  <w:r w:rsidRPr="009654BF">
                    <w:rPr>
                      <w:color w:val="auto"/>
                    </w:rPr>
                    <w:t>Experiential/ Leadership Projects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114300" distR="114300" simplePos="0" relativeHeight="251759622" behindDoc="0" locked="0" layoutInCell="1" allowOverlap="1">
            <wp:simplePos x="0" y="0"/>
            <wp:positionH relativeFrom="page">
              <wp:posOffset>1092200</wp:posOffset>
            </wp:positionH>
            <wp:positionV relativeFrom="page">
              <wp:posOffset>6186170</wp:posOffset>
            </wp:positionV>
            <wp:extent cx="2565400" cy="736600"/>
            <wp:effectExtent l="25400" t="0" r="0" b="0"/>
            <wp:wrapTight wrapText="bothSides">
              <wp:wrapPolygon edited="0">
                <wp:start x="-214" y="0"/>
                <wp:lineTo x="-214" y="20855"/>
                <wp:lineTo x="21600" y="20855"/>
                <wp:lineTo x="21600" y="0"/>
                <wp:lineTo x="-214" y="0"/>
              </wp:wrapPolygon>
            </wp:wrapTight>
            <wp:docPr id="3" name="Picture 2" descr="people-network-10032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network-1003268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463" type="#_x0000_t202" style="position:absolute;margin-left:36pt;margin-top:313.2pt;width:296.1pt;height:21pt;z-index:251718662;mso-wrap-edited:f;mso-position-horizontal-relative:page;mso-position-vertical-relative:page" wrapcoords="0 0 21600 0 21600 21600 0 21600 0 0" filled="f" stroked="f">
            <v:fill o:detectmouseclick="t"/>
            <v:textbox style="mso-next-textbox:#_x0000_s17463" inset=",0,,0">
              <w:txbxContent>
                <w:p w:rsidR="007F6D86" w:rsidRPr="00464B2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</w:t>
                  </w:r>
                  <w:r w:rsidRPr="00464B2C">
                    <w:rPr>
                      <w:color w:val="0D0D0D" w:themeColor="text1" w:themeTint="F2"/>
                    </w:rPr>
                    <w:t>Resumes, Covers, Interview Prep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43640" style="position:absolute;margin-left:38.45pt;margin-top:145.7pt;width:316.35pt;height:80.6pt;z-index:251725830;mso-position-horizontal-relative:page;mso-position-vertical-relative:page" coordsize="20000,20000" wrapcoords="0 0 21600 0 21600 21600 0 21600 0 0" mv:complextextbox="1">
            <o:lock v:ext="edit" ungrouping="t"/>
            <v:shape id="_x0000_s43641" type="#_x0000_t202" style="position:absolute;width:20000;height:20000;mso-wrap-edited:f;mso-position-horizontal-relative:page;mso-position-vertical-relative:page" wrapcoords="0 0 21600 0 21600 21600 0 21600 0 0" o:regroupid="183" mv:complextextbox="1" filled="f" stroked="f">
              <v:fill o:detectmouseclick="t"/>
              <v:textbox style="mso-next-textbox:#_x0000_s43626" inset=",0,,0"/>
            </v:shape>
            <v:shape id="_x0000_s43642" type="#_x0000_t202" style="position:absolute;left:455;width:19087;height:3325" filled="f" stroked="f">
              <v:textbox style="mso-next-textbox:#_x0000_s43643" inset="0,0,0,0">
                <w:txbxContent>
                  <w:p w:rsidR="007F6D86" w:rsidRDefault="009063CB" w:rsidP="004518A6">
                    <w:pPr>
                      <w:pStyle w:val="BodyText-Small"/>
                      <w:spacing w:after="0"/>
                      <w:rPr>
                        <w:rFonts w:ascii="Verdana" w:hAnsi="Verdana" w:cs="Times New Roman"/>
                        <w:color w:val="0D0D0D" w:themeColor="text1" w:themeTint="F2"/>
                        <w:szCs w:val="20"/>
                      </w:rPr>
                    </w:pPr>
                    <w:r w:rsidRPr="009804B7">
                      <w:rPr>
                        <w:rFonts w:ascii="Verdana" w:hAnsi="Verdana" w:cs="Times New Roman"/>
                        <w:b/>
                        <w:i/>
                        <w:color w:val="0D0D0D" w:themeColor="text1" w:themeTint="F2"/>
                        <w:sz w:val="20"/>
                        <w:szCs w:val="20"/>
                      </w:rPr>
                      <w:t>Individual, customized, affordable</w:t>
                    </w:r>
                    <w:r w:rsidRPr="00364E46">
                      <w:rPr>
                        <w:rFonts w:ascii="Verdana" w:hAnsi="Verdana" w:cs="Times New Roman"/>
                        <w:szCs w:val="20"/>
                      </w:rPr>
                      <w:t xml:space="preserve"> </w:t>
                    </w:r>
                    <w:r w:rsidRPr="00364E46">
                      <w:rPr>
                        <w:rFonts w:ascii="Verdana" w:hAnsi="Verdana" w:cs="Times New Roman"/>
                        <w:color w:val="0D0D0D" w:themeColor="text1" w:themeTint="F2"/>
                        <w:szCs w:val="20"/>
                      </w:rPr>
                      <w:t xml:space="preserve">coaching for </w:t>
                    </w:r>
                  </w:p>
                  <w:p w:rsidR="007F6D86" w:rsidRDefault="009063CB" w:rsidP="004518A6">
                    <w:pPr>
                      <w:pStyle w:val="BodyText-Small"/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</w:pPr>
                    <w:r w:rsidRPr="007F0605">
                      <w:rPr>
                        <w:rFonts w:cs="Times New Roman"/>
                        <w:b/>
                        <w:i/>
                        <w:color w:val="004D00"/>
                        <w:sz w:val="20"/>
                        <w:szCs w:val="20"/>
                      </w:rPr>
                      <w:t>Education, Career, Life and Leadership Transitions</w:t>
                    </w:r>
                    <w:r w:rsidRPr="00E0530C">
                      <w:rPr>
                        <w:rFonts w:cs="Times New Roman"/>
                        <w:b/>
                        <w:color w:val="0068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cs="Times New Roman"/>
                        <w:b/>
                        <w:color w:val="006800"/>
                        <w:sz w:val="20"/>
                        <w:szCs w:val="20"/>
                      </w:rPr>
                      <w:t xml:space="preserve">   </w:t>
                    </w:r>
                    <w:r w:rsidRPr="005D3071"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  <w:t>at varied stages of life and career challenges, to support achievement of personal and professional goals. We work with you in person, or flexibly by ph</w:t>
                    </w:r>
                    <w:r w:rsidRPr="005D3071"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  <w:t xml:space="preserve">one, email, Skype. </w:t>
                    </w:r>
                    <w:r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  <w:t xml:space="preserve">It is simple to get started! Just contact us and we will customize affordable services and schedule adapted to your goals. </w:t>
                    </w:r>
                  </w:p>
                  <w:p w:rsidR="007F6D86" w:rsidRDefault="009063CB" w:rsidP="004518A6">
                    <w:pPr>
                      <w:pStyle w:val="BodyText-Small"/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</w:pPr>
                    <w:r w:rsidRPr="007F0605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>FREE Friday Career Conference Calls</w:t>
                    </w:r>
                    <w:r w:rsidRPr="004B49C4">
                      <w:rPr>
                        <w:rFonts w:ascii="Verdana" w:hAnsi="Verdana"/>
                        <w:i/>
                        <w:color w:val="0E511F"/>
                        <w:sz w:val="20"/>
                      </w:rPr>
                      <w:t xml:space="preserve"> </w:t>
                    </w:r>
                    <w:r w:rsidRPr="004B49C4">
                      <w:rPr>
                        <w:rFonts w:ascii="Verdana" w:hAnsi="Verdana"/>
                        <w:i/>
                        <w:color w:val="0E511F"/>
                      </w:rPr>
                      <w:t xml:space="preserve">are offered </w:t>
                    </w:r>
                    <w:r w:rsidRPr="007F0605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>biweekly</w:t>
                    </w:r>
                    <w:r w:rsidRPr="00BD0B1F">
                      <w:rPr>
                        <w:rFonts w:ascii="Verdana" w:hAnsi="Verdana"/>
                        <w:b/>
                        <w:i/>
                      </w:rPr>
                      <w:t>.</w:t>
                    </w:r>
                    <w:r>
                      <w:rPr>
                        <w:rFonts w:ascii="Verdana" w:hAnsi="Verdana"/>
                      </w:rPr>
                      <w:t xml:space="preserve"> See website calendar for details.</w:t>
                    </w:r>
                    <w:r w:rsidRPr="00192DF0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 xml:space="preserve"> </w:t>
                    </w:r>
                    <w:r w:rsidRPr="007F0605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 xml:space="preserve">FREE Friday Career </w:t>
                    </w:r>
                    <w:r w:rsidRPr="007F0605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>Conference Calls</w:t>
                    </w:r>
                    <w:r w:rsidRPr="004B49C4">
                      <w:rPr>
                        <w:rFonts w:ascii="Verdana" w:hAnsi="Verdana"/>
                        <w:i/>
                        <w:color w:val="0E511F"/>
                        <w:sz w:val="20"/>
                      </w:rPr>
                      <w:t xml:space="preserve"> </w:t>
                    </w:r>
                    <w:r w:rsidRPr="004B49C4">
                      <w:rPr>
                        <w:rFonts w:ascii="Verdana" w:hAnsi="Verdana"/>
                        <w:i/>
                        <w:color w:val="0E511F"/>
                      </w:rPr>
                      <w:t xml:space="preserve">are offered </w:t>
                    </w:r>
                    <w:r w:rsidRPr="007F0605">
                      <w:rPr>
                        <w:rFonts w:ascii="Verdana" w:hAnsi="Verdana"/>
                        <w:b/>
                        <w:i/>
                        <w:color w:val="0E511F"/>
                        <w:sz w:val="20"/>
                      </w:rPr>
                      <w:t>biweekly</w:t>
                    </w:r>
                    <w:r w:rsidRPr="00BD0B1F">
                      <w:rPr>
                        <w:rFonts w:ascii="Verdana" w:hAnsi="Verdana"/>
                        <w:b/>
                        <w:i/>
                      </w:rPr>
                      <w:t>.</w:t>
                    </w:r>
                    <w:r>
                      <w:rPr>
                        <w:rFonts w:ascii="Verdana" w:hAnsi="Verdana"/>
                      </w:rPr>
                      <w:t xml:space="preserve"> See website calendar for details.</w:t>
                    </w:r>
                  </w:p>
                  <w:p w:rsidR="007F6D86" w:rsidRPr="00364E46" w:rsidRDefault="009063CB" w:rsidP="004518A6">
                    <w:pPr>
                      <w:pStyle w:val="BodyText-Small"/>
                      <w:rPr>
                        <w:rFonts w:ascii="Verdana" w:hAnsi="Verdana" w:cs="Times New Roman"/>
                        <w:color w:val="0D0D0D" w:themeColor="text1" w:themeTint="F2"/>
                        <w:szCs w:val="20"/>
                      </w:rPr>
                    </w:pPr>
                    <w:r w:rsidRPr="005D3071">
                      <w:rPr>
                        <w:rFonts w:ascii="Verdana" w:hAnsi="Verdana" w:cs="Times New Roman"/>
                        <w:color w:val="0D0D0D" w:themeColor="text1" w:themeTint="F2"/>
                        <w:sz w:val="16"/>
                        <w:szCs w:val="20"/>
                      </w:rPr>
                      <w:t>What works for you?</w:t>
                    </w:r>
                    <w:r w:rsidRPr="00364E46">
                      <w:rPr>
                        <w:rFonts w:ascii="Verdana" w:hAnsi="Verdana" w:cs="Times New Roman"/>
                        <w:color w:val="0D0D0D" w:themeColor="text1" w:themeTint="F2"/>
                        <w:szCs w:val="20"/>
                      </w:rPr>
                      <w:t xml:space="preserve">  </w:t>
                    </w:r>
                  </w:p>
                </w:txbxContent>
              </v:textbox>
            </v:shape>
            <v:shape id="_x0000_s43643" type="#_x0000_t202" style="position:absolute;left:455;top:3313;width:19087;height:15434" filled="f" stroked="f">
              <v:textbox style="mso-next-textbox:#_x0000_s43643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7460" type="#_x0000_t202" style="position:absolute;margin-left:38.45pt;margin-top:226.3pt;width:308.55pt;height:19.25pt;z-index:251727878;mso-wrap-edited:f;mso-position-horizontal-relative:page;mso-position-vertical-relative:page" wrapcoords="0 0 21600 0 21600 21600 0 21600 0 0" filled="f" stroked="f">
            <v:fill o:detectmouseclick="t"/>
            <v:textbox style="mso-next-textbox:#_x0000_s17460" inset=",0,,0">
              <w:txbxContent>
                <w:p w:rsidR="007F6D86" w:rsidRPr="00BB7DA4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</w:t>
                  </w:r>
                  <w:r w:rsidRPr="00464B2C">
                    <w:rPr>
                      <w:color w:val="0D0D0D" w:themeColor="text1" w:themeTint="F2"/>
                    </w:rPr>
                    <w:t>Career &amp; Leadership</w:t>
                  </w:r>
                  <w:r>
                    <w:t xml:space="preserve"> </w:t>
                  </w:r>
                  <w:r>
                    <w:rPr>
                      <w:color w:val="0D0D0D" w:themeColor="text1" w:themeTint="F2"/>
                    </w:rPr>
                    <w:t>Connections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71" type="#_x0000_t202" style="position:absolute;margin-left:36pt;margin-top:221.9pt;width:320.8pt;height:95.55pt;z-index:25172685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71" inset=",0,,0">
              <w:txbxContent>
                <w:p w:rsidR="007F6D86" w:rsidRPr="00192DF0" w:rsidRDefault="009063CB" w:rsidP="004518A6">
                  <w:pPr>
                    <w:spacing w:after="120" w:line="264" w:lineRule="auto"/>
                    <w:rPr>
                      <w:rFonts w:ascii="Verdana" w:hAnsi="Verdana"/>
                      <w:color w:val="008000"/>
                      <w:sz w:val="18"/>
                    </w:rPr>
                  </w:pPr>
                  <w:r w:rsidRPr="009804B7">
                    <w:rPr>
                      <w:rFonts w:ascii="Verdana" w:hAnsi="Verdana"/>
                      <w:b/>
                      <w:i/>
                      <w:sz w:val="20"/>
                    </w:rPr>
                    <w:t>Group Coaching</w:t>
                  </w:r>
                  <w:r w:rsidRPr="007F0605">
                    <w:rPr>
                      <w:rFonts w:ascii="Verdana" w:hAnsi="Verdana"/>
                      <w:b/>
                      <w:i/>
                      <w:sz w:val="16"/>
                    </w:rPr>
                    <w:t xml:space="preserve"> </w:t>
                  </w:r>
                  <w:r w:rsidRPr="007F0605">
                    <w:rPr>
                      <w:rFonts w:ascii="Verdana" w:hAnsi="Verdana"/>
                      <w:sz w:val="16"/>
                    </w:rPr>
                    <w:t xml:space="preserve">and other program offerings can help build your network, while reducing the costs of individualized </w:t>
                  </w:r>
                  <w:r w:rsidRPr="007F0605">
                    <w:rPr>
                      <w:rFonts w:ascii="Verdana" w:hAnsi="Verdana"/>
                      <w:sz w:val="16"/>
                    </w:rPr>
                    <w:t>coaching, to proactively achieve your goals. Professionals exchange insights on career and organizational change management</w:t>
                  </w:r>
                  <w:r>
                    <w:rPr>
                      <w:rFonts w:ascii="Verdana" w:hAnsi="Verdana"/>
                      <w:sz w:val="16"/>
                    </w:rPr>
                    <w:t xml:space="preserve"> using a “CoHero” team assessment for innovation and change, providing</w:t>
                  </w:r>
                  <w:r w:rsidRPr="007F0605">
                    <w:rPr>
                      <w:rFonts w:ascii="Verdana" w:hAnsi="Verdana"/>
                      <w:sz w:val="16"/>
                    </w:rPr>
                    <w:t xml:space="preserve"> mutual support as a team</w:t>
                  </w:r>
                  <w:r w:rsidRPr="007F0605">
                    <w:rPr>
                      <w:rFonts w:ascii="Verdana" w:hAnsi="Verdana"/>
                      <w:color w:val="008000"/>
                      <w:sz w:val="16"/>
                    </w:rPr>
                    <w:t>.</w:t>
                  </w:r>
                  <w:r w:rsidRPr="00BD0B1F">
                    <w:rPr>
                      <w:rFonts w:ascii="Verdana" w:hAnsi="Verdana"/>
                      <w:color w:val="008000"/>
                      <w:sz w:val="18"/>
                    </w:rPr>
                    <w:t xml:space="preserve"> </w:t>
                  </w:r>
                </w:p>
                <w:p w:rsidR="007F6D86" w:rsidRDefault="009063CB" w:rsidP="004518A6">
                  <w:pPr>
                    <w:spacing w:after="120" w:line="264" w:lineRule="auto"/>
                    <w:rPr>
                      <w:rFonts w:ascii="Verdana" w:hAnsi="Verdana"/>
                      <w:sz w:val="18"/>
                    </w:rPr>
                  </w:pPr>
                </w:p>
                <w:p w:rsidR="007F6D86" w:rsidRDefault="009063CB" w:rsidP="004518A6">
                  <w:pPr>
                    <w:spacing w:after="120" w:line="264" w:lineRule="auto"/>
                  </w:pPr>
                  <w:r>
                    <w:rPr>
                      <w:rFonts w:ascii="Verdana" w:hAnsi="Verdana"/>
                      <w:sz w:val="18"/>
                    </w:rPr>
                    <w:t>Biweekly, Friday Career Conference</w:t>
                  </w:r>
                  <w:r>
                    <w:rPr>
                      <w:rFonts w:ascii="Verdana" w:hAnsi="Verdana"/>
                      <w:sz w:val="18"/>
                    </w:rPr>
                    <w:t xml:space="preserve"> Calls are offered free of charge.  </w:t>
                  </w:r>
                </w:p>
                <w:p w:rsidR="007F6D86" w:rsidRDefault="009063CB"/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8745" distR="118745" simplePos="0" relativeHeight="251712518" behindDoc="0" locked="0" layoutInCell="1" allowOverlap="1">
            <wp:simplePos x="0" y="0"/>
            <wp:positionH relativeFrom="page">
              <wp:posOffset>7188200</wp:posOffset>
            </wp:positionH>
            <wp:positionV relativeFrom="page">
              <wp:posOffset>6845300</wp:posOffset>
            </wp:positionV>
            <wp:extent cx="633730" cy="469900"/>
            <wp:effectExtent l="0" t="0" r="52070" b="0"/>
            <wp:wrapNone/>
            <wp:docPr id="8" name="" descr="CC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469900"/>
                    </a:xfrm>
                    <a:prstGeom prst="rect">
                      <a:avLst/>
                    </a:prstGeom>
                    <a:solidFill>
                      <a:schemeClr val="bg2"/>
                    </a:solidFill>
                    <a:effectLst>
                      <a:glow>
                        <a:srgbClr val="008000"/>
                      </a:glow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  <a:reflection stA="60000" endPos="13000" dir="5400000" sy="-100000" algn="bl" rotWithShape="0"/>
                      <a:softEdge rad="1270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43468" type="#_x0000_t202" style="position:absolute;margin-left:431.05pt;margin-top:450.2pt;width:322.5pt;height:131.75pt;z-index:251676672;mso-wrap-edited:f;mso-position-horizontal-relative:page;mso-position-vertical-relative:page" wrapcoords="0 0 21600 0 21600 21600 0 21600 0 0" o:regroupid="173" mv:complextextbox="1" filled="f" stroked="f">
            <v:fill o:detectmouseclick="t"/>
            <v:textbox style="mso-next-textbox:#_x0000_s43468" inset=",0,,0">
              <w:txbxContent>
                <w:p w:rsidR="007F6D86" w:rsidRPr="00BB3D5F" w:rsidRDefault="009063CB" w:rsidP="004518A6">
                  <w:pPr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</w:pPr>
                  <w:r w:rsidRPr="00BB3D5F"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t xml:space="preserve">Careers </w:t>
                  </w:r>
                  <w:r w:rsidRPr="00BB3D5F"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sym w:font="Wingdings" w:char="F0E0"/>
                  </w:r>
                  <w:r w:rsidRPr="00BB3D5F"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t xml:space="preserve"> Ecosystems </w:t>
                  </w:r>
                  <w:r w:rsidRPr="00BB3D5F"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sym w:font="Wingdings" w:char="F0E0"/>
                  </w:r>
                  <w:r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t xml:space="preserve"> </w:t>
                  </w:r>
                  <w:r w:rsidRPr="00BB3D5F">
                    <w:rPr>
                      <w:rFonts w:ascii="Verdana" w:hAnsi="Verdana"/>
                      <w:b/>
                      <w:color w:val="FFFFFF" w:themeColor="background1"/>
                      <w:sz w:val="27"/>
                      <w:u w:val="single"/>
                    </w:rPr>
                    <w:t>CareerEcologia</w:t>
                  </w:r>
                </w:p>
                <w:p w:rsidR="007F6D86" w:rsidRPr="00F42C06" w:rsidRDefault="009063CB" w:rsidP="004518A6">
                  <w:pPr>
                    <w:spacing w:line="80" w:lineRule="exact"/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</w:pPr>
                </w:p>
                <w:p w:rsidR="007F6D86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</w:pPr>
                  <w:r w:rsidRPr="00F42C06">
                    <w:rPr>
                      <w:rFonts w:ascii="Verdana" w:hAnsi="Verdana"/>
                      <w:b/>
                      <w:i/>
                      <w:color w:val="FFFFFF" w:themeColor="background1"/>
                    </w:rPr>
                    <w:t>Contemporary Careers are Evolving</w:t>
                  </w:r>
                  <w:r>
                    <w:rPr>
                      <w:rFonts w:ascii="Verdana" w:hAnsi="Verdana"/>
                      <w:b/>
                      <w:i/>
                      <w:color w:val="FFFFFF" w:themeColor="background1"/>
                      <w:sz w:val="20"/>
                    </w:rPr>
                    <w:t xml:space="preserve">                             </w:t>
                  </w:r>
                  <w:r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  <w:t xml:space="preserve">as a dynamic organic, interdependent relationship between </w:t>
                  </w:r>
                </w:p>
                <w:p w:rsidR="007F6D86" w:rsidRPr="00F42C06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</w:rPr>
                  </w:pPr>
                  <w:r w:rsidRPr="00F42C06">
                    <w:rPr>
                      <w:rFonts w:ascii="Verdana" w:hAnsi="Verdana"/>
                      <w:b/>
                      <w:i/>
                      <w:color w:val="FFFFFF" w:themeColor="background1"/>
                    </w:rPr>
                    <w:t xml:space="preserve">People, Planet &amp; Profit Partnerships </w:t>
                  </w:r>
                </w:p>
                <w:p w:rsidR="007F6D86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</w:pPr>
                  <w:r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  <w:t xml:space="preserve">seeking to achieve sustainable solutions </w:t>
                  </w:r>
                </w:p>
                <w:p w:rsidR="007F6D86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</w:pPr>
                  <w:r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  <w:t>ensuring a better world for future generations...</w:t>
                  </w:r>
                </w:p>
                <w:p w:rsidR="007F6D86" w:rsidRPr="00BB3D5F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18"/>
                    </w:rPr>
                  </w:pPr>
                  <w:r w:rsidRPr="00BB3D5F">
                    <w:rPr>
                      <w:rFonts w:ascii="Verdana" w:hAnsi="Verdana"/>
                      <w:b/>
                      <w:i/>
                      <w:color w:val="FFFFFF" w:themeColor="background1"/>
                      <w:sz w:val="18"/>
                    </w:rPr>
                    <w:t>Think Forward!</w:t>
                  </w:r>
                </w:p>
                <w:p w:rsidR="007F6D86" w:rsidRPr="00B23852" w:rsidRDefault="009063CB" w:rsidP="004518A6">
                  <w:pPr>
                    <w:spacing w:after="120"/>
                    <w:rPr>
                      <w:rFonts w:ascii="Verdana" w:hAnsi="Verdana"/>
                      <w:b/>
                      <w:i/>
                      <w:color w:val="FFFFFF" w:themeColor="background1"/>
                      <w:sz w:val="16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58" type="#_x0000_t202" style="position:absolute;margin-left:44.75pt;margin-top:67.7pt;width:307.6pt;height:37.4pt;z-index:251677696;mso-wrap-edited:f;mso-position-horizontal-relative:page;mso-position-vertical-relative:page" filled="f" stroked="f">
            <v:fill o:detectmouseclick="t"/>
            <v:textbox style="mso-next-textbox:#_x0000_s17458" inset=",0,,0">
              <w:txbxContent>
                <w:p w:rsidR="007F6D86" w:rsidRDefault="009063CB" w:rsidP="004518A6">
                  <w:pPr>
                    <w:pStyle w:val="Title"/>
                  </w:pPr>
                  <w:r>
                    <w:t xml:space="preserve">         Coaching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7466" type="#_x0000_t202" style="position:absolute;margin-left:433.4pt;margin-top:338.85pt;width:329.35pt;height:108.8pt;z-index:25169408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66" inset=",0,,0">
              <w:txbxContent>
                <w:p w:rsidR="007F6D86" w:rsidRDefault="009063CB" w:rsidP="004518A6">
                  <w:pPr>
                    <w:pStyle w:val="BodyText"/>
                    <w:rPr>
                      <w:color w:val="006100"/>
                      <w:sz w:val="18"/>
                    </w:rPr>
                  </w:pPr>
                  <w:r>
                    <w:rPr>
                      <w:b/>
                      <w:i/>
                      <w:color w:val="006800"/>
                      <w:sz w:val="18"/>
                    </w:rPr>
                    <w:t>Experience is the</w:t>
                  </w:r>
                  <w:r w:rsidRPr="005D3071">
                    <w:rPr>
                      <w:b/>
                      <w:i/>
                      <w:color w:val="006800"/>
                      <w:sz w:val="18"/>
                    </w:rPr>
                    <w:t xml:space="preserve"> best teacher for our Next Generation</w:t>
                  </w:r>
                  <w:r w:rsidRPr="005D3071">
                    <w:rPr>
                      <w:i/>
                      <w:color w:val="006800"/>
                      <w:sz w:val="18"/>
                    </w:rPr>
                    <w:t xml:space="preserve"> </w:t>
                  </w:r>
                  <w:r>
                    <w:rPr>
                      <w:b/>
                      <w:i/>
                      <w:color w:val="006800"/>
                      <w:sz w:val="18"/>
                    </w:rPr>
                    <w:t xml:space="preserve">Professionals and </w:t>
                  </w:r>
                  <w:r w:rsidRPr="005D3071">
                    <w:rPr>
                      <w:b/>
                      <w:i/>
                      <w:color w:val="006800"/>
                      <w:sz w:val="18"/>
                    </w:rPr>
                    <w:t>Leaders</w:t>
                  </w:r>
                  <w:r w:rsidRPr="005D3071">
                    <w:rPr>
                      <w:sz w:val="18"/>
                    </w:rPr>
                    <w:t xml:space="preserve">.  </w:t>
                  </w:r>
                  <w:r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We work with </w:t>
                  </w:r>
                  <w:r w:rsidRPr="005D3071">
                    <w:rPr>
                      <w:color w:val="0D0D0D" w:themeColor="text1" w:themeTint="F2"/>
                      <w:sz w:val="18"/>
                    </w:rPr>
                    <w:t>top educational institutions</w:t>
                  </w:r>
                  <w:r>
                    <w:rPr>
                      <w:color w:val="0D0D0D" w:themeColor="text1" w:themeTint="F2"/>
                      <w:sz w:val="18"/>
                    </w:rPr>
                    <w:t xml:space="preserve"> and partner with local leaders on projects </w:t>
                  </w:r>
                  <w:r w:rsidRPr="005D3071">
                    <w:rPr>
                      <w:color w:val="0D0D0D" w:themeColor="text1" w:themeTint="F2"/>
                      <w:sz w:val="18"/>
                    </w:rPr>
                    <w:t>focused on sustainable solutions building</w:t>
                  </w:r>
                  <w:r>
                    <w:rPr>
                      <w:color w:val="0D0D0D" w:themeColor="text1" w:themeTint="F2"/>
                      <w:sz w:val="18"/>
                    </w:rPr>
                    <w:t xml:space="preserve">. </w:t>
                  </w:r>
                  <w:r w:rsidRPr="005D3071">
                    <w:rPr>
                      <w:color w:val="0D0D0D" w:themeColor="text1" w:themeTint="F2"/>
                      <w:sz w:val="18"/>
                    </w:rPr>
                    <w:t xml:space="preserve"> </w:t>
                  </w:r>
                  <w:r w:rsidRPr="005D3071">
                    <w:rPr>
                      <w:b/>
                      <w:i/>
                      <w:color w:val="004D00"/>
                      <w:sz w:val="18"/>
                    </w:rPr>
                    <w:t>Do you have a project that could use fresh creative energy and skill</w:t>
                  </w:r>
                  <w:r w:rsidRPr="005D3071">
                    <w:rPr>
                      <w:b/>
                      <w:i/>
                      <w:color w:val="006800"/>
                      <w:sz w:val="18"/>
                    </w:rPr>
                    <w:t>?</w:t>
                  </w:r>
                  <w:r w:rsidRPr="005D3071">
                    <w:rPr>
                      <w:color w:val="0D0D0D" w:themeColor="text1" w:themeTint="F2"/>
                      <w:sz w:val="18"/>
                    </w:rPr>
                    <w:t xml:space="preserve">   </w:t>
                  </w:r>
                  <w:r w:rsidRPr="005D3071">
                    <w:rPr>
                      <w:b/>
                      <w:i/>
                      <w:color w:val="005400"/>
                      <w:sz w:val="18"/>
                    </w:rPr>
                    <w:t>Are you</w:t>
                  </w:r>
                  <w:r>
                    <w:rPr>
                      <w:b/>
                      <w:i/>
                      <w:color w:val="005400"/>
                      <w:sz w:val="18"/>
                    </w:rPr>
                    <w:t xml:space="preserve"> seeking</w:t>
                  </w:r>
                  <w:r w:rsidRPr="005D3071">
                    <w:rPr>
                      <w:b/>
                      <w:i/>
                      <w:color w:val="005400"/>
                      <w:sz w:val="18"/>
                    </w:rPr>
                    <w:t xml:space="preserve"> a project focused in sustainability</w:t>
                  </w:r>
                  <w:r>
                    <w:rPr>
                      <w:b/>
                      <w:i/>
                      <w:color w:val="005400"/>
                      <w:sz w:val="18"/>
                    </w:rPr>
                    <w:t xml:space="preserve"> to build expertise</w:t>
                  </w:r>
                  <w:r w:rsidRPr="005D3071">
                    <w:rPr>
                      <w:b/>
                      <w:i/>
                      <w:color w:val="006100"/>
                      <w:sz w:val="18"/>
                    </w:rPr>
                    <w:t>?</w:t>
                  </w:r>
                  <w:r w:rsidRPr="005D3071">
                    <w:rPr>
                      <w:color w:val="006100"/>
                      <w:sz w:val="18"/>
                    </w:rPr>
                    <w:t xml:space="preserve"> </w:t>
                  </w:r>
                </w:p>
                <w:p w:rsidR="007F6D86" w:rsidRPr="005D3071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  <w:r>
                    <w:rPr>
                      <w:color w:val="0D0D0D" w:themeColor="text1" w:themeTint="F2"/>
                      <w:sz w:val="18"/>
                    </w:rPr>
                    <w:t>Simply</w:t>
                  </w:r>
                  <w:r w:rsidRPr="005D3071">
                    <w:rPr>
                      <w:color w:val="0D0D0D" w:themeColor="text1" w:themeTint="F2"/>
                      <w:sz w:val="18"/>
                    </w:rPr>
                    <w:t xml:space="preserve"> send your letter of interest, proj</w:t>
                  </w:r>
                  <w:r>
                    <w:rPr>
                      <w:color w:val="0D0D0D" w:themeColor="text1" w:themeTint="F2"/>
                      <w:sz w:val="18"/>
                    </w:rPr>
                    <w:t xml:space="preserve">ect description &amp;/ or resume to:  </w:t>
                  </w:r>
                  <w:r w:rsidRPr="005D3071">
                    <w:rPr>
                      <w:i/>
                      <w:color w:val="0000FF"/>
                    </w:rPr>
                    <w:t>careerecologia@icloud.com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30442" type="#_x0000_t202" style="position:absolute;margin-left:787.3pt;margin-top:516.1pt;width:236.5pt;height:88.7pt;z-index:25175347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30442" inset=",7.2pt,,7.2pt">
              <w:txbxContent>
                <w:p w:rsidR="007F6D86" w:rsidRDefault="009063CB" w:rsidP="004518A6">
                  <w:pPr>
                    <w:jc w:val="center"/>
                    <w:rPr>
                      <w:rFonts w:ascii="Verdana" w:hAnsi="Verdana"/>
                      <w:color w:val="FFFFFF" w:themeColor="background1"/>
                      <w:sz w:val="18"/>
                    </w:rPr>
                  </w:pPr>
                  <w:r w:rsidRPr="00B91F30">
                    <w:rPr>
                      <w:rFonts w:ascii="Verdana" w:hAnsi="Verdana"/>
                      <w:color w:val="FFFFFF" w:themeColor="background1"/>
                      <w:sz w:val="18"/>
                    </w:rPr>
                    <w:t>as t</w:t>
                  </w:r>
                  <w:r>
                    <w:rPr>
                      <w:rFonts w:ascii="Verdana" w:hAnsi="Verdana"/>
                      <w:color w:val="FFFFFF" w:themeColor="background1"/>
                      <w:sz w:val="18"/>
                    </w:rPr>
                    <w:t>hese all work together to ensure a</w:t>
                  </w:r>
                </w:p>
                <w:p w:rsidR="007F6D86" w:rsidRPr="004B49C4" w:rsidRDefault="009063CB" w:rsidP="004518A6">
                  <w:pPr>
                    <w:jc w:val="center"/>
                    <w:rPr>
                      <w:rFonts w:ascii="Verdana" w:hAnsi="Verdana"/>
                      <w:b/>
                      <w:i/>
                      <w:color w:val="FFFFFF" w:themeColor="background1"/>
                      <w:sz w:val="20"/>
                    </w:rPr>
                  </w:pPr>
                  <w:r>
                    <w:rPr>
                      <w:rFonts w:ascii="Verdana" w:hAnsi="Verdana"/>
                      <w:color w:val="FFFFFF" w:themeColor="background1"/>
                      <w:sz w:val="18"/>
                    </w:rPr>
                    <w:t>better world for future generations.</w:t>
                  </w:r>
                </w:p>
                <w:p w:rsidR="007F6D86" w:rsidRDefault="009063C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70" type="#_x0000_t202" style="position:absolute;margin-left:436.75pt;margin-top:247.7pt;width:326pt;height:69.75pt;z-index:25169203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70" inset=",0,,0">
              <w:txbxContent>
                <w:p w:rsidR="007F6D86" w:rsidRPr="005D3071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6"/>
                    </w:rPr>
                  </w:pPr>
                  <w:r w:rsidRPr="005D3071">
                    <w:rPr>
                      <w:rFonts w:ascii="Verdana" w:hAnsi="Verdana"/>
                      <w:b/>
                      <w:i/>
                      <w:color w:val="000000" w:themeColor="text1"/>
                      <w:sz w:val="18"/>
                    </w:rPr>
                    <w:t>There is really nothing like meeting in person</w:t>
                  </w:r>
                  <w:r w:rsidRPr="005D3071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to combine benefits of coaching and networking with other professionals. </w:t>
                  </w:r>
                  <w:r w:rsidRPr="001E767F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We offer  customi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zed workshops for organizations and will help you cultivate vital networks related to your career and leadership goals</w:t>
                  </w:r>
                  <w:r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. </w:t>
                  </w:r>
                  <w:r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We often host 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regional experts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for networking 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events on contemporary issues impacting careers and leadership from urban to rural communities. 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65" type="#_x0000_t202" style="position:absolute;margin-left:435pt;margin-top:226.3pt;width:318.8pt;height:21.4pt;z-index:251691008;mso-wrap-edited:f;mso-position-horizontal-relative:page;mso-position-vertical-relative:page" filled="f" stroked="f">
            <v:fill o:detectmouseclick="t"/>
            <v:textbox style="mso-next-textbox:#_x0000_s17465" inset=",0,,0">
              <w:txbxContent>
                <w:p w:rsidR="007F6D86" w:rsidRPr="009B018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 Workshops/Seminars/</w:t>
                  </w:r>
                  <w:r w:rsidRPr="009B018C">
                    <w:rPr>
                      <w:color w:val="0D0D0D" w:themeColor="text1" w:themeTint="F2"/>
                    </w:rPr>
                    <w:t xml:space="preserve">Networking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43306" type="#_x0000_t202" style="position:absolute;margin-left:38.45pt;margin-top:417.5pt;width:313.2pt;height:65pt;z-index:251729926;mso-wrap-edited:f;mso-position-horizontal-relative:page;mso-position-vertical-relative:page" wrapcoords="0 0 21600 0 21600 21600 0 21600 0 0" o:regroupid="166" mv:complextextbox="1" filled="f" stroked="f">
            <v:fill o:detectmouseclick="t"/>
            <v:textbox style="mso-next-textbox:#_x0000_s43306" inset=",0,,0">
              <w:txbxContent>
                <w:p w:rsidR="007F6D86" w:rsidRPr="007F0605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6"/>
                    </w:rPr>
                  </w:pPr>
                  <w:r w:rsidRPr="007F0605">
                    <w:rPr>
                      <w:rFonts w:ascii="Verdana" w:hAnsi="Verdana"/>
                      <w:b/>
                      <w:i/>
                      <w:color w:val="0D0D0D" w:themeColor="text1" w:themeTint="F2"/>
                    </w:rPr>
                    <w:t>Websites and Social Media Presence are a necessity</w:t>
                  </w:r>
                  <w:r w:rsidRPr="00364E46"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 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for contemporary job search, business development, and 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entrepreneurship. Consultants are ready to help you develop a web-based</w:t>
                  </w:r>
                  <w:r w:rsidRPr="00364E46"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 </w:t>
                  </w:r>
                  <w:r w:rsidRPr="007F0605">
                    <w:rPr>
                      <w:rFonts w:ascii="Verdana" w:hAnsi="Verdana"/>
                      <w:b/>
                      <w:i/>
                      <w:color w:val="004700"/>
                    </w:rPr>
                    <w:t>Professional Portfolio to Market YOU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, your project or start-up enterprise.  </w:t>
                  </w: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  <w:r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>L</w:t>
                  </w: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</w:p>
                <w:p w:rsidR="007F6D8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</w:p>
                <w:p w:rsidR="007F6D86" w:rsidRPr="00364E46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  <w:sz w:val="18"/>
                    </w:rPr>
                  </w:pPr>
                  <w:r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      222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62" type="#_x0000_t202" style="position:absolute;margin-left:38.45pt;margin-top:395.6pt;width:296.1pt;height:21pt;z-index:251728902;mso-wrap-edited:f;mso-position-horizontal-relative:page;mso-position-vertical-relative:page" wrapcoords="0 0 21600 0 21600 21600 0 21600 0 0" filled="f" stroked="f">
            <v:fill o:detectmouseclick="t"/>
            <v:textbox style="mso-next-textbox:#_x0000_s17462" inset=",0,,0">
              <w:txbxContent>
                <w:p w:rsidR="007F6D86" w:rsidRPr="00464B2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Professional Branding/Portfolio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68" type="#_x0000_t202" style="position:absolute;margin-left:37.5pt;margin-top:125.4pt;width:281pt;height:19.3pt;z-index:251724806;mso-wrap-edited:f;mso-position-horizontal-relative:page;mso-position-vertical-relative:page" wrapcoords="0 0 21600 0 21600 21600 0 21600 0 0" filled="f" stroked="f">
            <v:fill o:detectmouseclick="t"/>
            <v:textbox style="mso-next-textbox:#_x0000_s17468" inset=",0,,0">
              <w:txbxContent>
                <w:p w:rsidR="007F6D86" w:rsidRPr="00464B2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 </w:t>
                  </w:r>
                  <w:r w:rsidRPr="00464B2C">
                    <w:rPr>
                      <w:color w:val="0D0D0D" w:themeColor="text1" w:themeTint="F2"/>
                    </w:rPr>
                    <w:t>Certified Professional Coaching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64" type="#_x0000_t202" style="position:absolute;margin-left:436.45pt;margin-top:125.4pt;width:317.65pt;height:19.3pt;z-index:251688960;mso-wrap-edited:f;mso-position-horizontal-relative:page;mso-position-vertical-relative:page" filled="f" stroked="f">
            <v:fill o:detectmouseclick="t"/>
            <v:textbox style="mso-next-textbox:#_x0000_s17464" inset=",0,,0">
              <w:txbxContent>
                <w:p w:rsidR="007F6D86" w:rsidRPr="00464B2C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color w:val="0D0D0D" w:themeColor="text1" w:themeTint="F2"/>
                    </w:rPr>
                  </w:pPr>
                  <w:r>
                    <w:rPr>
                      <w:color w:val="0D0D0D" w:themeColor="text1" w:themeTint="F2"/>
                    </w:rPr>
                    <w:t xml:space="preserve">   CareerEcologia Community Course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7469" type="#_x0000_t202" style="position:absolute;margin-left:435.9pt;margin-top:144.7pt;width:329.9pt;height:81.6pt;z-index:25168998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69" inset=",0,,0">
              <w:txbxContent>
                <w:p w:rsidR="007F6D86" w:rsidRPr="00F55E61" w:rsidRDefault="009063CB" w:rsidP="004518A6">
                  <w:pPr>
                    <w:pStyle w:val="BodyText"/>
                    <w:rPr>
                      <w:color w:val="0D0D0D" w:themeColor="text1" w:themeTint="F2"/>
                      <w:sz w:val="16"/>
                    </w:rPr>
                  </w:pPr>
                  <w:r w:rsidRPr="007F0605">
                    <w:rPr>
                      <w:b/>
                      <w:i/>
                      <w:color w:val="005300"/>
                    </w:rPr>
                    <w:t>21</w:t>
                  </w:r>
                  <w:r w:rsidRPr="007F0605">
                    <w:rPr>
                      <w:b/>
                      <w:i/>
                      <w:color w:val="005300"/>
                      <w:vertAlign w:val="superscript"/>
                    </w:rPr>
                    <w:t>st</w:t>
                  </w:r>
                  <w:r w:rsidRPr="007F0605">
                    <w:rPr>
                      <w:b/>
                      <w:i/>
                      <w:color w:val="005300"/>
                    </w:rPr>
                    <w:t xml:space="preserve"> Century</w:t>
                  </w:r>
                  <w:r w:rsidRPr="007F0605">
                    <w:rPr>
                      <w:i/>
                      <w:color w:val="005300"/>
                      <w:sz w:val="16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i/>
                      <w:color w:val="005B00"/>
                    </w:rPr>
                    <w:t xml:space="preserve">Career &amp; </w:t>
                  </w:r>
                  <w:r w:rsidRPr="007F0605">
                    <w:rPr>
                      <w:rFonts w:ascii="Verdana" w:hAnsi="Verdana"/>
                      <w:b/>
                      <w:i/>
                      <w:color w:val="005B00"/>
                    </w:rPr>
                    <w:t>Leadership Development Course</w:t>
                  </w:r>
                  <w:r w:rsidRPr="007F0605">
                    <w:rPr>
                      <w:rFonts w:ascii="Verdana" w:hAnsi="Verdana"/>
                      <w:b/>
                      <w:color w:val="005B00"/>
                      <w:sz w:val="18"/>
                    </w:rPr>
                    <w:t xml:space="preserve"> </w:t>
                  </w:r>
                  <w:r w:rsidRPr="009804B7">
                    <w:rPr>
                      <w:rFonts w:ascii="Verdana" w:hAnsi="Verdana"/>
                      <w:b/>
                      <w:color w:val="auto"/>
                    </w:rPr>
                    <w:t>is delivered online</w:t>
                  </w:r>
                  <w:r w:rsidRPr="009804B7">
                    <w:rPr>
                      <w:rFonts w:ascii="Verdana" w:hAnsi="Verdana"/>
                      <w:color w:val="0D0D0D" w:themeColor="text1" w:themeTint="F2"/>
                    </w:rPr>
                    <w:t xml:space="preserve"> </w:t>
                  </w:r>
                  <w:r w:rsidRPr="009804B7">
                    <w:rPr>
                      <w:rFonts w:ascii="Verdana" w:hAnsi="Verdana"/>
                      <w:b/>
                      <w:color w:val="0D0D0D" w:themeColor="text1" w:themeTint="F2"/>
                    </w:rPr>
                    <w:t>with a team of certified coaches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8"/>
                    </w:rPr>
                    <w:t xml:space="preserve"> </w:t>
                  </w:r>
                  <w:r w:rsidRPr="003A77C3">
                    <w:rPr>
                      <w:rFonts w:ascii="Verdana" w:hAnsi="Verdana"/>
                      <w:b/>
                      <w:color w:val="0D0D0D" w:themeColor="text1" w:themeTint="F2"/>
                      <w:sz w:val="16"/>
                    </w:rPr>
                    <w:t xml:space="preserve">plus 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international, interdisciplinary forum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of professionals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to help you get connected. We use easy, flexible technology to allow you to participate anytime, anywhere you connect to the internet! Course may be 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customized  for 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varied curricula to integra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te entrepreneurial motivation that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supports 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achieve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ment of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indi</w:t>
                  </w:r>
                  <w:r w:rsidRPr="005D307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vidual, 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educational and/</w:t>
                  </w:r>
                  <w:r w:rsidRPr="00F55E61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or organizational goals.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61" type="#_x0000_t202" style="position:absolute;margin-left:44.75pt;margin-top:531.5pt;width:311pt;height:38.9pt;z-index:251738118;mso-wrap-edited:f;mso-position-horizontal-relative:page;mso-position-vertical-relative:page" wrapcoords="0 0 21600 0 21600 21600 0 21600 0 0" filled="f" stroked="f">
            <v:fill o:detectmouseclick="t"/>
            <v:textbox style="mso-next-textbox:#_x0000_s17461" inset=",0,,0">
              <w:txbxContent>
                <w:p w:rsidR="007F6D86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rFonts w:ascii="Microsoft Sans Serif" w:hAnsi="Microsoft Sans Serif"/>
                      <w:b w:val="0"/>
                      <w:i/>
                      <w:imprint/>
                      <w:color w:val="006B00"/>
                      <w:sz w:val="32"/>
                    </w:rPr>
                  </w:pPr>
                </w:p>
                <w:p w:rsidR="007F6D86" w:rsidRPr="004B49C4" w:rsidRDefault="009063CB" w:rsidP="004518A6">
                  <w:pPr>
                    <w:pStyle w:val="Heading1"/>
                    <w:pBdr>
                      <w:bottom w:val="single" w:sz="4" w:space="1" w:color="auto"/>
                    </w:pBdr>
                    <w:rPr>
                      <w:rFonts w:asciiTheme="minorHAnsi" w:hAnsiTheme="minorHAnsi"/>
                      <w:i/>
                      <w:color w:val="004C00"/>
                      <w:sz w:val="26"/>
                    </w:rPr>
                  </w:pPr>
                  <w:r>
                    <w:rPr>
                      <w:rFonts w:asciiTheme="minorHAnsi" w:hAnsiTheme="minorHAnsi"/>
                      <w:i/>
                      <w:color w:val="004C00"/>
                      <w:sz w:val="26"/>
                    </w:rPr>
                    <w:t xml:space="preserve">         </w:t>
                  </w:r>
                  <w:r w:rsidRPr="004B49C4">
                    <w:rPr>
                      <w:rFonts w:asciiTheme="minorHAnsi" w:hAnsiTheme="minorHAnsi"/>
                      <w:i/>
                      <w:color w:val="004C00"/>
                      <w:sz w:val="26"/>
                    </w:rPr>
                    <w:t>www.</w:t>
                  </w:r>
                  <w:r>
                    <w:rPr>
                      <w:rFonts w:asciiTheme="minorHAnsi" w:hAnsiTheme="minorHAnsi"/>
                      <w:i/>
                      <w:color w:val="004C00"/>
                      <w:sz w:val="26"/>
                    </w:rPr>
                    <w:t>CareerEcologia</w:t>
                  </w:r>
                  <w:r w:rsidRPr="004B49C4">
                    <w:rPr>
                      <w:rFonts w:asciiTheme="minorHAnsi" w:hAnsiTheme="minorHAnsi"/>
                      <w:i/>
                      <w:color w:val="004C00"/>
                      <w:sz w:val="26"/>
                    </w:rPr>
                    <w:t>.com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43018" type="#_x0000_t202" style="position:absolute;margin-left:37.5pt;margin-top:296.45pt;width:312.35pt;height:99.15pt;z-index:251687936;mso-wrap-edited:f;mso-position-horizontal-relative:page;mso-position-vertical-relative:page" wrapcoords="0 0 21600 0 21600 21600 0 21600 0 0" o:regroupid="136" mv:complextextbox="1" filled="f" stroked="f">
            <v:fill o:detectmouseclick="t"/>
            <v:textbox style="mso-next-textbox:#_x0000_s43018" inset=",0,,0">
              <w:txbxContent>
                <w:p w:rsidR="007F6D86" w:rsidRPr="007F0605" w:rsidRDefault="009063CB" w:rsidP="004518A6">
                  <w:pPr>
                    <w:pStyle w:val="BodyText"/>
                    <w:spacing w:after="0"/>
                    <w:rPr>
                      <w:rFonts w:ascii="Verdana" w:hAnsi="Verdana"/>
                      <w:color w:val="004C00"/>
                    </w:rPr>
                  </w:pPr>
                  <w:r w:rsidRPr="009804B7">
                    <w:rPr>
                      <w:rFonts w:ascii="Verdana" w:hAnsi="Verdana"/>
                      <w:b/>
                      <w:i/>
                      <w:color w:val="0D0D0D" w:themeColor="text1" w:themeTint="F2"/>
                    </w:rPr>
                    <w:t>Your Professional Documents are customized</w:t>
                  </w:r>
                  <w:r w:rsidRPr="00364E46">
                    <w:rPr>
                      <w:rFonts w:ascii="Verdana" w:hAnsi="Verdana"/>
                      <w:b/>
                      <w:color w:val="0D0D0D" w:themeColor="text1" w:themeTint="F2"/>
                      <w:sz w:val="18"/>
                    </w:rPr>
                    <w:t xml:space="preserve">, 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so we offer the expertise of </w:t>
                  </w:r>
                  <w:r w:rsidRPr="004B49C4">
                    <w:rPr>
                      <w:b/>
                      <w:i/>
                      <w:color w:val="004E00"/>
                    </w:rPr>
                    <w:t>Professional Resume Writers</w:t>
                  </w:r>
                  <w:r w:rsidRPr="00CE7AED">
                    <w:rPr>
                      <w:color w:val="007100"/>
                    </w:rPr>
                    <w:t xml:space="preserve"> </w:t>
                  </w:r>
                  <w:r w:rsidRPr="007F0605">
                    <w:rPr>
                      <w:color w:val="000000" w:themeColor="text1"/>
                      <w:sz w:val="16"/>
                    </w:rPr>
                    <w:t>and</w:t>
                  </w:r>
                  <w:r w:rsidRPr="007F0605">
                    <w:rPr>
                      <w:b/>
                      <w:color w:val="007100"/>
                      <w:sz w:val="16"/>
                    </w:rPr>
                    <w:t xml:space="preserve"> </w:t>
                  </w:r>
                  <w:r w:rsidRPr="007F0605">
                    <w:rPr>
                      <w:b/>
                      <w:i/>
                      <w:color w:val="004A00"/>
                    </w:rPr>
                    <w:t>Executive Recruiters</w:t>
                  </w:r>
                  <w:r w:rsidRPr="00F74973">
                    <w:rPr>
                      <w:b/>
                      <w:color w:val="3366FF"/>
                    </w:rPr>
                    <w:t xml:space="preserve"> </w:t>
                  </w:r>
                  <w:r w:rsidRPr="007F0605">
                    <w:rPr>
                      <w:rFonts w:ascii="Verdana" w:hAnsi="Verdana"/>
                      <w:color w:val="000000" w:themeColor="text1"/>
                      <w:sz w:val="16"/>
                    </w:rPr>
                    <w:t>to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 prepare you for</w:t>
                  </w:r>
                  <w:r>
                    <w:rPr>
                      <w:b/>
                      <w:color w:val="006500"/>
                    </w:rPr>
                    <w:t xml:space="preserve"> </w:t>
                  </w:r>
                  <w:r w:rsidRPr="007F0605">
                    <w:rPr>
                      <w:b/>
                      <w:i/>
                      <w:color w:val="004C00"/>
                    </w:rPr>
                    <w:t>Interviews</w:t>
                  </w:r>
                  <w:r w:rsidRPr="007F0605">
                    <w:rPr>
                      <w:rFonts w:ascii="Verdana" w:hAnsi="Verdana"/>
                      <w:color w:val="004C00"/>
                    </w:rPr>
                    <w:t xml:space="preserve"> </w:t>
                  </w:r>
                </w:p>
                <w:p w:rsidR="007F6D86" w:rsidRPr="007F0605" w:rsidRDefault="009063CB" w:rsidP="004518A6">
                  <w:pPr>
                    <w:pStyle w:val="BodyText"/>
                    <w:spacing w:after="0"/>
                    <w:rPr>
                      <w:rFonts w:ascii="Verdana" w:hAnsi="Verdana"/>
                      <w:color w:val="0D0D0D" w:themeColor="text1" w:themeTint="F2"/>
                      <w:sz w:val="16"/>
                    </w:rPr>
                  </w:pP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s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o you may </w:t>
                  </w:r>
                  <w:r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>land your next job!  Individualized coaching f</w:t>
                  </w:r>
                  <w:r w:rsidRPr="007F0605">
                    <w:rPr>
                      <w:rFonts w:ascii="Verdana" w:hAnsi="Verdana"/>
                      <w:color w:val="0D0D0D" w:themeColor="text1" w:themeTint="F2"/>
                      <w:sz w:val="16"/>
                    </w:rPr>
                    <w:t xml:space="preserve">ees may vary.  </w:t>
                  </w:r>
                </w:p>
                <w:p w:rsidR="007F6D86" w:rsidRPr="008B400B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</w:rPr>
                  </w:pPr>
                </w:p>
                <w:p w:rsidR="007F6D86" w:rsidRPr="008B400B" w:rsidRDefault="009063CB" w:rsidP="004518A6">
                  <w:pPr>
                    <w:pStyle w:val="BodyText"/>
                    <w:rPr>
                      <w:rFonts w:ascii="Verdana" w:hAnsi="Verdana"/>
                      <w:color w:val="0D0D0D" w:themeColor="text1" w:themeTint="F2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7457" type="#_x0000_t202" style="position:absolute;margin-left:445.95pt;margin-top:67.7pt;width:307.6pt;height:37.4pt;z-index:251678720;mso-wrap-edited:f;mso-position-horizontal-relative:page;mso-position-vertical-relative:page" filled="f" stroked="f">
            <v:fill o:detectmouseclick="t"/>
            <v:textbox style="mso-next-textbox:#_x0000_s17457" inset=",0,,0">
              <w:txbxContent>
                <w:p w:rsidR="007F6D86" w:rsidRDefault="009063CB" w:rsidP="004518A6">
                  <w:pPr>
                    <w:pStyle w:val="Title"/>
                  </w:pPr>
                  <w:r>
                    <w:t xml:space="preserve">         Programs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7459" type="#_x0000_t202" style="position:absolute;margin-left:299pt;margin-top:253pt;width:3.55pt;height:3.55pt;z-index:25170944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459" inset=",7.2pt,,7.2pt">
              <w:txbxContent>
                <w:p w:rsidR="007F6D86" w:rsidRPr="00E438BC" w:rsidRDefault="009063CB" w:rsidP="004518A6">
                  <w:pPr>
                    <w:pStyle w:val="Heading3"/>
                    <w:rPr>
                      <w:color w:val="0D0D0D" w:themeColor="text1" w:themeTint="F2"/>
                      <w:sz w:val="20"/>
                    </w:rPr>
                  </w:pPr>
                  <w:r w:rsidRPr="00E438BC">
                    <w:rPr>
                      <w:color w:val="0D0D0D" w:themeColor="text1" w:themeTint="F2"/>
                      <w:sz w:val="20"/>
                    </w:rPr>
                    <w:t>Phyllis Pouyat Thibodeau, Education/Career Coach</w:t>
                  </w:r>
                </w:p>
                <w:p w:rsidR="007F6D86" w:rsidRPr="00E438BC" w:rsidRDefault="009063CB" w:rsidP="004518A6">
                  <w:pPr>
                    <w:pStyle w:val="Heading3"/>
                    <w:rPr>
                      <w:color w:val="0D0D0D" w:themeColor="text1" w:themeTint="F2"/>
                      <w:sz w:val="20"/>
                    </w:rPr>
                  </w:pPr>
                  <w:r w:rsidRPr="00E438BC">
                    <w:rPr>
                      <w:color w:val="0D0D0D" w:themeColor="text1" w:themeTint="F2"/>
                      <w:sz w:val="20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t> </w:t>
      </w:r>
    </w:p>
    <w:sectPr w:rsidR="004518A6" w:rsidSect="004518A6">
      <w:headerReference w:type="default" r:id="rId8"/>
      <w:footerReference w:type="default" r:id="rId9"/>
      <w:headerReference w:type="first" r:id="rId10"/>
      <w:pgSz w:w="15840" w:h="12240" w:orient="landscape"/>
      <w:pgMar w:top="720" w:right="720" w:bottom="720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rbel">
    <w:altName w:val="Verdana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86" w:rsidRDefault="009063CB">
    <w:pPr>
      <w:pStyle w:val="Footer"/>
    </w:pPr>
    <w:r>
      <w:rPr>
        <w:noProof/>
      </w:rPr>
      <w:pict>
        <v:rect id="_x0000_s2068" style="position:absolute;margin-left:6in;margin-top:450pt;width:324pt;height:126pt;z-index:251668480;mso-wrap-edited:f;mso-position-horizontal-relative:page;mso-position-vertical-relative:page" wrapcoords="-158 -90 -211 180 -211 22230 21917 22230 21970 630 21864 0 21705 -90 -158 -90" fillcolor="green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86" w:rsidRDefault="009063CB">
    <w:pPr>
      <w:pStyle w:val="Header"/>
    </w:pPr>
    <w:r>
      <w:rPr>
        <w:noProof/>
      </w:rPr>
      <w:pict>
        <v:rect id="_x0000_s2065" style="position:absolute;margin-left:36pt;margin-top:50.4pt;width:324pt;height:525.6pt;z-index:251655166;mso-wrap-edited:f;mso-position-horizontal-relative:page;mso-position-vertical-relative:page" wrapcoords="-158 -90 -211 180 -211 22230 21917 22230 21970 630 21864 0 21705 -90 -158 -90" o:allowincell="f" fillcolor="#e0dfd6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7" style="position:absolute;margin-left:6in;margin-top:50.4pt;width:324pt;height:525.6pt;z-index:251656190;mso-wrap-edited:f;mso-position-horizontal-relative:page;mso-position-vertical-relative:page" wrapcoords="-158 -90 -211 180 -211 22230 21917 22230 21970 630 21864 0 21705 -90 -158 -90" o:allowincell="f" fillcolor="#e0dfd6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70" style="position:absolute;margin-left:36pt;margin-top:50.4pt;width:324pt;height:1in;z-index:251670528;mso-wrap-edited:f;mso-position-horizontal-relative:page;mso-position-vertical-relative:page" wrapcoords="-158 -90 -211 180 -211 22230 21917 22230 21970 630 21864 0 21705 -90 -158 -90" fillcolor="black [3213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9" style="position:absolute;margin-left:6in;margin-top:50.4pt;width:324pt;height:1in;z-index:251669504;mso-wrap-edited:f;mso-position-horizontal-relative:page;mso-position-vertical-relative:page" wrapcoords="-158 -90 -211 180 -211 22230 21917 22230 21970 630 21864 0 21705 -90 -158 -90" fillcolor="black [3213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6" style="position:absolute;margin-left:6in;margin-top:36pt;width:324pt;height:14.4pt;z-index:251666432;mso-wrap-edited:f;mso-position-horizontal-relative:page;mso-position-vertical-relative:page" wrapcoords="-158 -90 -211 180 -211 22230 21917 22230 21970 630 21864 0 21705 -90 -158 -90" fillcolor="green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3" style="position:absolute;margin-left:36pt;margin-top:36pt;width:324pt;height:14.4pt;z-index:251663360;mso-wrap-edited:f;mso-position-horizontal-relative:page;mso-position-vertical-relative:page" wrapcoords="-158 -90 -211 180 -211 22230 21917 22230 21970 630 21864 0 21705 -90 -158 -90" fillcolor="green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86" w:rsidRDefault="009063CB">
    <w:pPr>
      <w:pStyle w:val="Header"/>
    </w:pPr>
    <w:r>
      <w:rPr>
        <w:noProof/>
      </w:rPr>
      <w:pict>
        <v:rect id="_x0000_s2059" style="position:absolute;margin-left:36pt;margin-top:43.2pt;width:324pt;height:525.6pt;z-index:251657215;mso-wrap-edited:f;mso-position-horizontal-relative:page;mso-position-vertical-relative:page" wrapcoords="-158 -90 -211 180 -211 22230 21917 22230 21970 630 21864 0 21705 -90 -158 -90" fillcolor="#e0dfd6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0" style="position:absolute;margin-left:6in;margin-top:36pt;width:309.6pt;height:540pt;z-index:251661312;mso-wrap-edited:f;mso-position-horizontal-relative:page;mso-position-vertical-relative:page" wrapcoords="-158 -90 -211 180 -211 22230 21917 22230 21970 630 21864 0 21705 -90 -158 -90" fillcolor="#e0dfd6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58" style="position:absolute;margin-left:36pt;margin-top:50.4pt;width:324pt;height:180pt;z-index:251659264;mso-wrap-edited:f;mso-position-horizontal-relative:page;mso-position-vertical-relative:page" wrapcoords="-158 -90 -211 180 -211 22230 21917 22230 21970 630 21864 0 21705 -90 -158 -90" fillcolor="black [3213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1" style="position:absolute;margin-left:741.6pt;margin-top:36pt;width:14.4pt;height:540pt;z-index:251662336;mso-wrap-edited:f;mso-position-horizontal-relative:page;mso-position-vertical-relative:page" wrapcoords="-158 -90 -211 180 -211 22230 21917 22230 21970 630 21864 0 21705 -90 -158 -90" fillcolor="green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57" style="position:absolute;margin-left:36pt;margin-top:36pt;width:324pt;height:14.4pt;z-index:251658240;mso-wrap-edited:f;mso-position-horizontal-relative:page;mso-position-vertical-relative:page" wrapcoords="-158 -90 -211 180 -211 22230 21917 22230 21970 630 21864 0 21705 -90 -158 -90" fillcolor="green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68FE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53250">
      <o:colormru v:ext="edit" colors="#a7caff"/>
    </o:shapedefaults>
    <o:shapelayout v:ext="edit">
      <o:idmap v:ext="edit" data="2"/>
    </o:shapelayout>
  </w:hdrShapeDefaults>
  <w:compat>
    <w:useFELayout/>
    <w:splitPgBreakAndParaMark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E368DE"/>
    <w:rsid w:val="009063CB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ru v:ext="edit" colors="#a7caff"/>
    </o:shapedefaults>
    <o:shapelayout v:ext="edit">
      <o:idmap v:ext="edit" data="1,17,29,4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0"/>
        <o:entry new="59" old="0"/>
        <o:entry new="60" old="0"/>
        <o:entry new="61" old="0"/>
        <o:entry new="62" old="0"/>
        <o:entry new="63" old="0"/>
        <o:entry new="64" old="0"/>
        <o:entry new="65" old="0"/>
        <o:entry new="66" old="0"/>
        <o:entry new="67" old="0"/>
        <o:entry new="68" old="0"/>
        <o:entry new="69" old="0"/>
        <o:entry new="70" old="0"/>
        <o:entry new="71" old="0"/>
        <o:entry new="72" old="0"/>
        <o:entry new="73" old="0"/>
        <o:entry new="74" old="0"/>
        <o:entry new="75" old="0"/>
        <o:entry new="76" old="0"/>
        <o:entry new="77" old="0"/>
        <o:entry new="78" old="0"/>
        <o:entry new="79" old="0"/>
        <o:entry new="80" old="0"/>
        <o:entry new="81" old="0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  <o:entry new="90" old="0"/>
        <o:entry new="91" old="0"/>
        <o:entry new="92" old="0"/>
        <o:entry new="93" old="0"/>
        <o:entry new="94" old="0"/>
        <o:entry new="95" old="0"/>
        <o:entry new="96" old="0"/>
        <o:entry new="97" old="0"/>
        <o:entry new="98" old="0"/>
        <o:entry new="99" old="0"/>
        <o:entry new="100" old="0"/>
        <o:entry new="101" old="0"/>
        <o:entry new="102" old="0"/>
        <o:entry new="103" old="0"/>
        <o:entry new="104" old="0"/>
        <o:entry new="105" old="0"/>
        <o:entry new="106" old="0"/>
        <o:entry new="107" old="0"/>
        <o:entry new="108" old="0"/>
        <o:entry new="109" old="0"/>
        <o:entry new="110" old="0"/>
        <o:entry new="111" old="0"/>
        <o:entry new="112" old="0"/>
        <o:entry new="113" old="0"/>
        <o:entry new="114" old="0"/>
        <o:entry new="115" old="0"/>
        <o:entry new="116" old="0"/>
        <o:entry new="117" old="0"/>
        <o:entry new="118" old="0"/>
        <o:entry new="119" old="0"/>
        <o:entry new="120" old="0"/>
        <o:entry new="121" old="0"/>
        <o:entry new="122" old="0"/>
        <o:entry new="123" old="0"/>
        <o:entry new="124" old="0"/>
        <o:entry new="125" old="0"/>
        <o:entry new="126" old="0"/>
        <o:entry new="127" old="0"/>
        <o:entry new="128" old="0"/>
        <o:entry new="129" old="0"/>
        <o:entry new="130" old="0"/>
        <o:entry new="131" old="0"/>
        <o:entry new="132" old="0"/>
        <o:entry new="133" old="0"/>
        <o:entry new="134" old="0"/>
        <o:entry new="135" old="0"/>
        <o:entry new="136" old="0"/>
        <o:entry new="137" old="0"/>
        <o:entry new="138" old="0"/>
        <o:entry new="139" old="0"/>
        <o:entry new="140" old="0"/>
        <o:entry new="141" old="0"/>
        <o:entry new="142" old="0"/>
        <o:entry new="143" old="0"/>
        <o:entry new="144" old="0"/>
        <o:entry new="145" old="0"/>
        <o:entry new="146" old="0"/>
        <o:entry new="147" old="0"/>
        <o:entry new="148" old="0"/>
        <o:entry new="149" old="0"/>
        <o:entry new="150" old="0"/>
        <o:entry new="151" old="0"/>
        <o:entry new="152" old="0"/>
        <o:entry new="153" old="0"/>
        <o:entry new="154" old="0"/>
        <o:entry new="155" old="0"/>
        <o:entry new="156" old="0"/>
        <o:entry new="157" old="0"/>
        <o:entry new="158" old="0"/>
        <o:entry new="159" old="0"/>
        <o:entry new="160" old="0"/>
        <o:entry new="161" old="0"/>
        <o:entry new="162" old="0"/>
        <o:entry new="163" old="0"/>
        <o:entry new="164" old="0"/>
        <o:entry new="165" old="0"/>
        <o:entry new="166" old="0"/>
        <o:entry new="167" old="0"/>
        <o:entry new="168" old="0"/>
        <o:entry new="169" old="0"/>
        <o:entry new="170" old="0"/>
        <o:entry new="171" old="0"/>
        <o:entry new="172" old="0"/>
        <o:entry new="173" old="0"/>
        <o:entry new="174" old="0"/>
        <o:entry new="175" old="0"/>
        <o:entry new="176" old="0"/>
        <o:entry new="177" old="0"/>
        <o:entry new="178" old="0"/>
        <o:entry new="179" old="0"/>
        <o:entry new="180" old="0"/>
        <o:entry new="181" old="0"/>
        <o:entry new="182" old="0"/>
        <o:entry new="183" old="0"/>
        <o:entry new="18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heading 3" w:qFormat="1"/>
  </w:latentStyles>
  <w:style w:type="paragraph" w:default="1" w:styleId="Normal">
    <w:name w:val="Normal"/>
    <w:qFormat/>
    <w:rsid w:val="00C14FB7"/>
  </w:style>
  <w:style w:type="paragraph" w:styleId="Heading1">
    <w:name w:val="heading 1"/>
    <w:basedOn w:val="Normal"/>
    <w:next w:val="Normal"/>
    <w:link w:val="Heading1Char"/>
    <w:qFormat/>
    <w:rsid w:val="00864160"/>
    <w:pPr>
      <w:outlineLvl w:val="0"/>
    </w:pPr>
    <w:rPr>
      <w:rFonts w:asciiTheme="majorHAnsi" w:eastAsiaTheme="majorEastAsia" w:hAnsiTheme="majorHAnsi" w:cstheme="majorBidi"/>
      <w:b/>
      <w:bCs/>
      <w:color w:val="55544D" w:themeColor="text2"/>
      <w:sz w:val="28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64160"/>
    <w:pPr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64160"/>
    <w:pPr>
      <w:outlineLvl w:val="2"/>
    </w:pPr>
    <w:rPr>
      <w:rFonts w:asciiTheme="majorHAnsi" w:eastAsiaTheme="majorEastAsia" w:hAnsiTheme="majorHAnsi" w:cstheme="majorBidi"/>
      <w:b/>
      <w:bCs/>
      <w:color w:val="55544D" w:themeColor="text2"/>
      <w:sz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64160"/>
    <w:pPr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AD06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D0603"/>
  </w:style>
  <w:style w:type="paragraph" w:styleId="Footer">
    <w:name w:val="footer"/>
    <w:basedOn w:val="Normal"/>
    <w:link w:val="FooterChar"/>
    <w:unhideWhenUsed/>
    <w:rsid w:val="00864160"/>
    <w:pPr>
      <w:spacing w:after="120" w:line="264" w:lineRule="auto"/>
    </w:pPr>
    <w:rPr>
      <w:color w:val="55544D" w:themeColor="text2"/>
      <w:sz w:val="16"/>
    </w:rPr>
  </w:style>
  <w:style w:type="character" w:customStyle="1" w:styleId="FooterChar">
    <w:name w:val="Footer Char"/>
    <w:basedOn w:val="DefaultParagraphFont"/>
    <w:link w:val="Footer"/>
    <w:rsid w:val="00864160"/>
    <w:rPr>
      <w:color w:val="55544D" w:themeColor="text2"/>
      <w:sz w:val="16"/>
    </w:rPr>
  </w:style>
  <w:style w:type="paragraph" w:styleId="Date">
    <w:name w:val="Date"/>
    <w:basedOn w:val="Normal"/>
    <w:next w:val="Normal"/>
    <w:link w:val="DateChar"/>
    <w:semiHidden/>
    <w:unhideWhenUsed/>
    <w:rsid w:val="003E1B12"/>
    <w:pPr>
      <w:spacing w:line="1480" w:lineRule="exact"/>
      <w:jc w:val="right"/>
    </w:pPr>
    <w:rPr>
      <w:color w:val="FFFFFF" w:themeColor="background1"/>
      <w:sz w:val="144"/>
    </w:rPr>
  </w:style>
  <w:style w:type="character" w:customStyle="1" w:styleId="DateChar">
    <w:name w:val="Date Char"/>
    <w:basedOn w:val="DefaultParagraphFont"/>
    <w:link w:val="Date"/>
    <w:semiHidden/>
    <w:rsid w:val="003E1B12"/>
    <w:rPr>
      <w:color w:val="FFFFFF" w:themeColor="background1"/>
      <w:sz w:val="144"/>
    </w:rPr>
  </w:style>
  <w:style w:type="paragraph" w:styleId="Title">
    <w:name w:val="Title"/>
    <w:basedOn w:val="Normal"/>
    <w:next w:val="Normal"/>
    <w:link w:val="TitleChar"/>
    <w:qFormat/>
    <w:rsid w:val="00857F6B"/>
    <w:rPr>
      <w:rFonts w:asciiTheme="majorHAnsi" w:eastAsiaTheme="majorEastAsia" w:hAnsiTheme="majorHAnsi" w:cs="Corbel"/>
      <w:color w:val="FFFFFF" w:themeColor="background1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rsid w:val="00857F6B"/>
    <w:rPr>
      <w:rFonts w:asciiTheme="majorHAnsi" w:eastAsiaTheme="majorEastAsia" w:hAnsiTheme="majorHAnsi" w:cs="Corbel"/>
      <w:color w:val="FFFFFF" w:themeColor="background1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qFormat/>
    <w:rsid w:val="00857F6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rsid w:val="00857F6B"/>
    <w:rPr>
      <w:rFonts w:asciiTheme="majorHAnsi" w:eastAsiaTheme="majorEastAsia" w:hAnsiTheme="majorHAnsi" w:cstheme="majorBidi"/>
      <w:iCs/>
      <w:color w:val="FFFFFF" w:themeColor="background1"/>
    </w:rPr>
  </w:style>
  <w:style w:type="character" w:customStyle="1" w:styleId="Heading4Char">
    <w:name w:val="Heading 4 Char"/>
    <w:basedOn w:val="DefaultParagraphFont"/>
    <w:link w:val="Heading4"/>
    <w:semiHidden/>
    <w:rsid w:val="00864160"/>
    <w:rPr>
      <w:rFonts w:asciiTheme="majorHAnsi" w:eastAsiaTheme="majorEastAsia" w:hAnsiTheme="majorHAnsi" w:cstheme="majorBidi"/>
      <w:bCs/>
      <w:iCs/>
      <w:color w:val="FFFFFF" w:themeColor="background1"/>
      <w:sz w:val="20"/>
    </w:rPr>
  </w:style>
  <w:style w:type="character" w:customStyle="1" w:styleId="Heading2Char">
    <w:name w:val="Heading 2 Char"/>
    <w:basedOn w:val="DefaultParagraphFont"/>
    <w:link w:val="Heading2"/>
    <w:semiHidden/>
    <w:rsid w:val="00864160"/>
    <w:rPr>
      <w:rFonts w:asciiTheme="majorHAnsi" w:eastAsiaTheme="majorEastAsia" w:hAnsiTheme="majorHAnsi" w:cstheme="majorBidi"/>
      <w:b/>
      <w:bCs/>
      <w:color w:val="FFFFFF" w:themeColor="background1"/>
      <w:szCs w:val="26"/>
    </w:rPr>
  </w:style>
  <w:style w:type="paragraph" w:customStyle="1" w:styleId="BodyText-Light">
    <w:name w:val="Body Text - Light"/>
    <w:basedOn w:val="Normal"/>
    <w:qFormat/>
    <w:rsid w:val="00864160"/>
    <w:pPr>
      <w:spacing w:line="264" w:lineRule="auto"/>
    </w:pPr>
    <w:rPr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rsid w:val="00864160"/>
    <w:rPr>
      <w:rFonts w:asciiTheme="majorHAnsi" w:eastAsiaTheme="majorEastAsia" w:hAnsiTheme="majorHAnsi" w:cstheme="majorBidi"/>
      <w:b/>
      <w:bCs/>
      <w:color w:val="55544D" w:themeColor="text2"/>
      <w:sz w:val="28"/>
      <w:szCs w:val="32"/>
    </w:rPr>
  </w:style>
  <w:style w:type="paragraph" w:styleId="BodyText">
    <w:name w:val="Body Text"/>
    <w:basedOn w:val="Normal"/>
    <w:link w:val="BodyTextChar"/>
    <w:semiHidden/>
    <w:unhideWhenUsed/>
    <w:rsid w:val="00864160"/>
    <w:pPr>
      <w:spacing w:after="120" w:line="264" w:lineRule="auto"/>
    </w:pPr>
    <w:rPr>
      <w:color w:val="55544D" w:themeColor="text2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864160"/>
    <w:rPr>
      <w:color w:val="55544D" w:themeColor="text2"/>
      <w:sz w:val="20"/>
    </w:rPr>
  </w:style>
  <w:style w:type="paragraph" w:customStyle="1" w:styleId="BodyText-Small">
    <w:name w:val="Body Text - Small"/>
    <w:basedOn w:val="Normal"/>
    <w:qFormat/>
    <w:rsid w:val="00864160"/>
    <w:pPr>
      <w:spacing w:after="120" w:line="264" w:lineRule="auto"/>
    </w:pPr>
    <w:rPr>
      <w:color w:val="55544D" w:themeColor="text2"/>
      <w:sz w:val="18"/>
    </w:rPr>
  </w:style>
  <w:style w:type="character" w:customStyle="1" w:styleId="Heading3Char">
    <w:name w:val="Heading 3 Char"/>
    <w:basedOn w:val="DefaultParagraphFont"/>
    <w:link w:val="Heading3"/>
    <w:rsid w:val="00864160"/>
    <w:rPr>
      <w:rFonts w:asciiTheme="majorHAnsi" w:eastAsiaTheme="majorEastAsia" w:hAnsiTheme="majorHAnsi" w:cstheme="majorBidi"/>
      <w:b/>
      <w:bCs/>
      <w:color w:val="55544D" w:themeColor="text2"/>
      <w:sz w:val="22"/>
    </w:rPr>
  </w:style>
  <w:style w:type="paragraph" w:customStyle="1" w:styleId="ListText">
    <w:name w:val="List Text"/>
    <w:basedOn w:val="BodyText"/>
    <w:qFormat/>
    <w:rsid w:val="007A7B74"/>
    <w:pPr>
      <w:spacing w:after="20"/>
    </w:pPr>
  </w:style>
  <w:style w:type="character" w:styleId="Hyperlink">
    <w:name w:val="Hyperlink"/>
    <w:basedOn w:val="DefaultParagraphFont"/>
    <w:rsid w:val="00EC6E15"/>
    <w:rPr>
      <w:color w:val="A42300" w:themeColor="hyperlink"/>
      <w:u w:val="single"/>
    </w:rPr>
  </w:style>
  <w:style w:type="character" w:styleId="FollowedHyperlink">
    <w:name w:val="FollowedHyperlink"/>
    <w:basedOn w:val="DefaultParagraphFont"/>
    <w:rsid w:val="00EC6E15"/>
    <w:rPr>
      <w:color w:val="F0A43A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Programs:Picture%20Program.dotx" TargetMode="External"/></Relationships>
</file>

<file path=word/theme/theme1.xml><?xml version="1.0" encoding="utf-8"?>
<a:theme xmlns:a="http://schemas.openxmlformats.org/drawingml/2006/main" name="Office Theme">
  <a:themeElements>
    <a:clrScheme name="Picture Program">
      <a:dk1>
        <a:sysClr val="windowText" lastClr="000000"/>
      </a:dk1>
      <a:lt1>
        <a:sysClr val="window" lastClr="FFFFFF"/>
      </a:lt1>
      <a:dk2>
        <a:srgbClr val="55544D"/>
      </a:dk2>
      <a:lt2>
        <a:srgbClr val="E0DFD6"/>
      </a:lt2>
      <a:accent1>
        <a:srgbClr val="A40000"/>
      </a:accent1>
      <a:accent2>
        <a:srgbClr val="4A0505"/>
      </a:accent2>
      <a:accent3>
        <a:srgbClr val="C47810"/>
      </a:accent3>
      <a:accent4>
        <a:srgbClr val="B5BB83"/>
      </a:accent4>
      <a:accent5>
        <a:srgbClr val="827752"/>
      </a:accent5>
      <a:accent6>
        <a:srgbClr val="A44500"/>
      </a:accent6>
      <a:hlink>
        <a:srgbClr val="A42300"/>
      </a:hlink>
      <a:folHlink>
        <a:srgbClr val="F0A43A"/>
      </a:folHlink>
    </a:clrScheme>
    <a:fontScheme name="Picture Program">
      <a:majorFont>
        <a:latin typeface="Corbel"/>
        <a:ea typeface=""/>
        <a:cs typeface=""/>
        <a:font script="Jpan" typeface="ヒラギノ丸ゴ Pro W4"/>
      </a:majorFont>
      <a:minorFont>
        <a:latin typeface="Corbel"/>
        <a:ea typeface=""/>
        <a:cs typeface=""/>
        <a:font script="Jpan" typeface="ヒラギノ丸ゴ Pro W4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Picture Program.dotx</Template>
  <TotalTime>1</TotalTime>
  <Pages>2</Pages>
  <Words>5</Words>
  <Characters>34</Characters>
  <Application>Microsoft Macintosh Word</Application>
  <DocSecurity>0</DocSecurity>
  <Lines>1</Lines>
  <Paragraphs>1</Paragraphs>
  <ScaleCrop>false</ScaleCrop>
  <Manager/>
  <Company/>
  <LinksUpToDate>false</LinksUpToDate>
  <CharactersWithSpaces>41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Phyllis Pouyat Thibodeau</dc:creator>
  <cp:keywords/>
  <cp:lastModifiedBy>Phyllis Pouyat Thibodeau</cp:lastModifiedBy>
  <cp:revision>2</cp:revision>
  <cp:lastPrinted>2015-05-26T21:19:00Z</cp:lastPrinted>
  <dcterms:created xsi:type="dcterms:W3CDTF">2017-09-25T21:04:00Z</dcterms:created>
  <dcterms:modified xsi:type="dcterms:W3CDTF">2017-09-25T21:04:00Z</dcterms:modified>
  <cp:category/>
</cp:coreProperties>
</file>